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0A4" w:rsidRPr="007A2ED9" w:rsidRDefault="003F50A4" w:rsidP="00FA3DA3">
      <w:pPr>
        <w:pStyle w:val="Nadpis4"/>
        <w:shd w:val="clear" w:color="auto" w:fill="800000"/>
        <w:spacing w:line="400" w:lineRule="exact"/>
        <w:ind w:right="85" w:firstLine="283"/>
        <w:jc w:val="center"/>
        <w:rPr>
          <w:rFonts w:cs="Arial"/>
          <w:i/>
          <w:spacing w:val="-2"/>
          <w:sz w:val="18"/>
          <w:szCs w:val="18"/>
        </w:rPr>
      </w:pPr>
      <w:r>
        <w:rPr>
          <w:sz w:val="2"/>
          <w:szCs w:val="2"/>
        </w:rPr>
        <w:t xml:space="preserve">  </w:t>
      </w:r>
      <w:r w:rsidR="00FA3DA3">
        <w:rPr>
          <w:rFonts w:cs="Arial"/>
          <w:spacing w:val="4"/>
          <w:position w:val="3"/>
          <w:sz w:val="26"/>
          <w:szCs w:val="26"/>
        </w:rPr>
        <w:t>SPECIFIKACE PLOŠINY</w:t>
      </w:r>
    </w:p>
    <w:p w:rsidR="006D7B94" w:rsidRDefault="006D7B94">
      <w:pPr>
        <w:pStyle w:val="Zkladntext2"/>
        <w:tabs>
          <w:tab w:val="left" w:pos="3686"/>
          <w:tab w:val="left" w:pos="5245"/>
        </w:tabs>
        <w:spacing w:after="120"/>
        <w:ind w:right="-57"/>
        <w:rPr>
          <w:rFonts w:ascii="Times New Roman" w:hAnsi="Times New Roman"/>
          <w:b/>
          <w:i w:val="0"/>
          <w:sz w:val="24"/>
          <w:szCs w:val="24"/>
        </w:rPr>
      </w:pPr>
    </w:p>
    <w:p w:rsidR="006A5F3A" w:rsidRDefault="006A5F3A">
      <w:pPr>
        <w:pStyle w:val="Zkladntext2"/>
        <w:tabs>
          <w:tab w:val="left" w:pos="3686"/>
          <w:tab w:val="left" w:pos="5245"/>
        </w:tabs>
        <w:spacing w:after="120"/>
        <w:ind w:right="-57"/>
        <w:rPr>
          <w:rFonts w:ascii="Times New Roman" w:hAnsi="Times New Roman"/>
          <w:b/>
          <w:i w:val="0"/>
          <w:sz w:val="24"/>
          <w:szCs w:val="24"/>
        </w:rPr>
      </w:pPr>
    </w:p>
    <w:p w:rsidR="00C31F5A" w:rsidRDefault="00C31F5A" w:rsidP="00C31F5A">
      <w:pPr>
        <w:pStyle w:val="Zkladntext2"/>
        <w:tabs>
          <w:tab w:val="left" w:pos="3686"/>
          <w:tab w:val="left" w:pos="5245"/>
        </w:tabs>
        <w:spacing w:after="120"/>
        <w:ind w:right="-57"/>
        <w:rPr>
          <w:rFonts w:ascii="Times New Roman" w:hAnsi="Times New Roman"/>
          <w:b/>
          <w:i w:val="0"/>
          <w:smallCaps/>
          <w:color w:val="800000"/>
          <w:spacing w:val="-2"/>
          <w:sz w:val="26"/>
          <w:szCs w:val="26"/>
          <w:u w:val="single"/>
        </w:rPr>
      </w:pPr>
      <w:r>
        <w:rPr>
          <w:rFonts w:ascii="Times New Roman" w:hAnsi="Times New Roman"/>
          <w:b/>
          <w:i w:val="0"/>
          <w:smallCaps/>
          <w:color w:val="800000"/>
          <w:spacing w:val="-2"/>
          <w:sz w:val="26"/>
          <w:szCs w:val="26"/>
          <w:u w:val="single"/>
        </w:rPr>
        <w:t>technická charakteristika zařízení:</w:t>
      </w:r>
    </w:p>
    <w:p w:rsidR="00C31F5A" w:rsidRDefault="00C31F5A" w:rsidP="00C31F5A">
      <w:pPr>
        <w:pStyle w:val="Zkladntext2"/>
        <w:ind w:right="-57"/>
        <w:rPr>
          <w:rFonts w:cs="Arial"/>
          <w:b/>
          <w:i w:val="0"/>
          <w:spacing w:val="-2"/>
          <w:sz w:val="20"/>
        </w:rPr>
      </w:pPr>
    </w:p>
    <w:p w:rsidR="00C31F5A" w:rsidRDefault="00C31F5A" w:rsidP="00C31F5A">
      <w:pPr>
        <w:rPr>
          <w:rFonts w:ascii="Arial" w:hAnsi="Arial" w:cs="Arial"/>
          <w:b/>
          <w:spacing w:val="-2"/>
        </w:rPr>
        <w:sectPr w:rsidR="00C31F5A" w:rsidSect="00C31F5A">
          <w:type w:val="continuous"/>
          <w:pgSz w:w="11907" w:h="16840"/>
          <w:pgMar w:top="964" w:right="907" w:bottom="964" w:left="907" w:header="0" w:footer="283" w:gutter="0"/>
          <w:pgNumType w:start="1"/>
          <w:cols w:space="708"/>
        </w:sectPr>
      </w:pPr>
    </w:p>
    <w:p w:rsidR="00C31F5A" w:rsidRDefault="00C31F5A" w:rsidP="00C31F5A">
      <w:pPr>
        <w:pStyle w:val="Zkladntext2"/>
        <w:tabs>
          <w:tab w:val="left" w:pos="1021"/>
        </w:tabs>
        <w:spacing w:after="120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lastRenderedPageBreak/>
        <w:t>Typ:</w:t>
      </w:r>
      <w:r>
        <w:rPr>
          <w:rFonts w:ascii="Times New Roman" w:hAnsi="Times New Roman"/>
          <w:b/>
          <w:i w:val="0"/>
          <w:sz w:val="24"/>
          <w:szCs w:val="24"/>
        </w:rPr>
        <w:tab/>
      </w:r>
      <w:r>
        <w:rPr>
          <w:rFonts w:ascii="Times New Roman" w:hAnsi="Times New Roman"/>
          <w:i w:val="0"/>
          <w:sz w:val="24"/>
          <w:szCs w:val="24"/>
        </w:rPr>
        <w:tab/>
        <w:t>HT4</w:t>
      </w:r>
    </w:p>
    <w:p w:rsidR="00C31F5A" w:rsidRDefault="00C31F5A" w:rsidP="00C31F5A">
      <w:pPr>
        <w:pStyle w:val="Zkladntext2"/>
        <w:tabs>
          <w:tab w:val="left" w:pos="1021"/>
        </w:tabs>
        <w:spacing w:after="120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Model:</w:t>
      </w:r>
      <w:r>
        <w:rPr>
          <w:rFonts w:ascii="Times New Roman" w:hAnsi="Times New Roman"/>
          <w:i w:val="0"/>
          <w:sz w:val="24"/>
          <w:szCs w:val="24"/>
        </w:rPr>
        <w:tab/>
      </w:r>
      <w:r>
        <w:rPr>
          <w:rFonts w:ascii="Times New Roman" w:hAnsi="Times New Roman"/>
          <w:i w:val="0"/>
          <w:sz w:val="24"/>
          <w:szCs w:val="24"/>
        </w:rPr>
        <w:tab/>
        <w:t xml:space="preserve">TAURUS </w:t>
      </w:r>
    </w:p>
    <w:p w:rsidR="00C31F5A" w:rsidRDefault="00C31F5A" w:rsidP="00C31F5A">
      <w:pPr>
        <w:pStyle w:val="Zkladntext2"/>
        <w:tabs>
          <w:tab w:val="left" w:pos="1021"/>
        </w:tabs>
        <w:spacing w:after="120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Popis:</w:t>
      </w:r>
      <w:r>
        <w:rPr>
          <w:rFonts w:ascii="Times New Roman" w:hAnsi="Times New Roman"/>
          <w:i w:val="0"/>
          <w:sz w:val="24"/>
          <w:szCs w:val="24"/>
        </w:rPr>
        <w:tab/>
      </w:r>
      <w:r>
        <w:rPr>
          <w:rFonts w:ascii="Times New Roman" w:hAnsi="Times New Roman"/>
          <w:i w:val="0"/>
          <w:sz w:val="24"/>
          <w:szCs w:val="24"/>
        </w:rPr>
        <w:tab/>
        <w:t>svislá zdvihací plošina (Česká technická norma EN81-41)</w:t>
      </w:r>
    </w:p>
    <w:p w:rsidR="00C31F5A" w:rsidRDefault="00C31F5A" w:rsidP="00C31F5A">
      <w:pPr>
        <w:pStyle w:val="Zkladntext2"/>
        <w:tabs>
          <w:tab w:val="left" w:pos="1021"/>
        </w:tabs>
        <w:spacing w:after="120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Výrobce:</w:t>
      </w:r>
      <w:r>
        <w:rPr>
          <w:rFonts w:ascii="Times New Roman" w:hAnsi="Times New Roman"/>
          <w:i w:val="0"/>
          <w:sz w:val="24"/>
          <w:szCs w:val="24"/>
        </w:rPr>
        <w:tab/>
      </w:r>
      <w:r>
        <w:rPr>
          <w:rFonts w:ascii="Times New Roman" w:hAnsi="Times New Roman"/>
          <w:i w:val="0"/>
          <w:sz w:val="24"/>
          <w:szCs w:val="24"/>
        </w:rPr>
        <w:tab/>
        <w:t>HORIZONT – NARE s.r.o., ČR</w:t>
      </w:r>
    </w:p>
    <w:p w:rsidR="00C31F5A" w:rsidRDefault="00C31F5A" w:rsidP="00C31F5A">
      <w:pPr>
        <w:pStyle w:val="Zkladntext2"/>
        <w:tabs>
          <w:tab w:val="left" w:pos="1021"/>
          <w:tab w:val="left" w:pos="2041"/>
          <w:tab w:val="left" w:pos="2098"/>
          <w:tab w:val="left" w:pos="2127"/>
          <w:tab w:val="left" w:pos="8222"/>
        </w:tabs>
        <w:spacing w:after="120" w:line="240" w:lineRule="exact"/>
        <w:ind w:left="1418" w:hanging="1418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Certifikace:</w:t>
      </w:r>
      <w:r>
        <w:rPr>
          <w:rFonts w:ascii="Times New Roman" w:hAnsi="Times New Roman"/>
          <w:i w:val="0"/>
          <w:sz w:val="24"/>
          <w:szCs w:val="24"/>
        </w:rPr>
        <w:t xml:space="preserve"> </w:t>
      </w:r>
      <w:r>
        <w:rPr>
          <w:rFonts w:ascii="Times New Roman" w:hAnsi="Times New Roman"/>
          <w:i w:val="0"/>
          <w:sz w:val="24"/>
          <w:szCs w:val="24"/>
        </w:rPr>
        <w:tab/>
        <w:t xml:space="preserve">u výrobce  </w:t>
      </w:r>
      <w:r>
        <w:rPr>
          <w:rFonts w:ascii="Times New Roman" w:hAnsi="Times New Roman"/>
          <w:i w:val="0"/>
          <w:sz w:val="24"/>
          <w:szCs w:val="24"/>
        </w:rPr>
        <w:sym w:font="Symbol" w:char="00CC"/>
      </w:r>
      <w:r>
        <w:rPr>
          <w:rFonts w:ascii="Times New Roman" w:hAnsi="Times New Roman"/>
          <w:i w:val="0"/>
          <w:sz w:val="24"/>
          <w:szCs w:val="24"/>
        </w:rPr>
        <w:sym w:font="Symbol" w:char="00CE"/>
      </w:r>
      <w:r>
        <w:rPr>
          <w:rFonts w:ascii="Times New Roman" w:hAnsi="Times New Roman"/>
          <w:i w:val="0"/>
          <w:sz w:val="24"/>
          <w:szCs w:val="24"/>
        </w:rPr>
        <w:t xml:space="preserve"> </w:t>
      </w:r>
    </w:p>
    <w:p w:rsidR="00C31F5A" w:rsidRDefault="00C31F5A" w:rsidP="00C31F5A">
      <w:pPr>
        <w:pStyle w:val="Zkladntext2"/>
        <w:tabs>
          <w:tab w:val="left" w:pos="1021"/>
        </w:tabs>
        <w:spacing w:after="120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Nosnost:</w:t>
      </w:r>
      <w:r>
        <w:rPr>
          <w:rFonts w:ascii="Times New Roman" w:hAnsi="Times New Roman"/>
          <w:i w:val="0"/>
          <w:sz w:val="24"/>
          <w:szCs w:val="24"/>
        </w:rPr>
        <w:t xml:space="preserve"> </w:t>
      </w:r>
      <w:r>
        <w:rPr>
          <w:rFonts w:ascii="Times New Roman" w:hAnsi="Times New Roman"/>
          <w:i w:val="0"/>
          <w:sz w:val="24"/>
          <w:szCs w:val="24"/>
        </w:rPr>
        <w:tab/>
      </w:r>
      <w:r>
        <w:rPr>
          <w:rFonts w:ascii="Times New Roman" w:hAnsi="Times New Roman"/>
          <w:i w:val="0"/>
          <w:sz w:val="24"/>
          <w:szCs w:val="24"/>
        </w:rPr>
        <w:tab/>
        <w:t>400kg (</w:t>
      </w:r>
      <w:r>
        <w:rPr>
          <w:rFonts w:ascii="Times New Roman" w:hAnsi="Times New Roman"/>
          <w:i w:val="0"/>
          <w:sz w:val="24"/>
          <w:szCs w:val="24"/>
        </w:rPr>
        <w:sym w:font="Webdings" w:char="0080"/>
      </w:r>
      <w:r>
        <w:rPr>
          <w:rFonts w:ascii="Times New Roman" w:hAnsi="Times New Roman"/>
          <w:i w:val="0"/>
          <w:sz w:val="24"/>
          <w:szCs w:val="24"/>
        </w:rPr>
        <w:sym w:font="Webdings" w:char="0080"/>
      </w:r>
      <w:r>
        <w:rPr>
          <w:rFonts w:ascii="Times New Roman" w:hAnsi="Times New Roman"/>
          <w:i w:val="0"/>
          <w:sz w:val="24"/>
          <w:szCs w:val="24"/>
        </w:rPr>
        <w:sym w:font="Webdings" w:char="0080"/>
      </w:r>
      <w:r>
        <w:rPr>
          <w:rFonts w:ascii="Times New Roman" w:hAnsi="Times New Roman"/>
          <w:i w:val="0"/>
          <w:sz w:val="24"/>
          <w:szCs w:val="24"/>
        </w:rPr>
        <w:t xml:space="preserve">  nebo  </w:t>
      </w:r>
      <w:r>
        <w:rPr>
          <w:rFonts w:ascii="Times New Roman" w:hAnsi="Times New Roman"/>
          <w:i w:val="0"/>
          <w:sz w:val="24"/>
          <w:szCs w:val="24"/>
        </w:rPr>
        <w:sym w:font="Webdings" w:char="0080"/>
      </w:r>
      <w:r>
        <w:rPr>
          <w:rFonts w:ascii="Times New Roman" w:hAnsi="Times New Roman"/>
          <w:i w:val="0"/>
          <w:sz w:val="24"/>
          <w:szCs w:val="24"/>
        </w:rPr>
        <w:sym w:font="Webdings" w:char="00E9"/>
      </w:r>
      <w:r>
        <w:rPr>
          <w:rFonts w:ascii="Times New Roman" w:hAnsi="Times New Roman"/>
          <w:i w:val="0"/>
          <w:sz w:val="24"/>
          <w:szCs w:val="24"/>
        </w:rPr>
        <w:t>)</w:t>
      </w:r>
    </w:p>
    <w:p w:rsidR="00C31F5A" w:rsidRDefault="00C31F5A" w:rsidP="00C31F5A">
      <w:pPr>
        <w:pStyle w:val="Zkladntext2"/>
        <w:tabs>
          <w:tab w:val="left" w:pos="1021"/>
        </w:tabs>
        <w:spacing w:after="120"/>
        <w:ind w:right="198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Umístění:</w:t>
      </w:r>
      <w:r>
        <w:rPr>
          <w:rFonts w:ascii="Times New Roman" w:hAnsi="Times New Roman"/>
          <w:b/>
          <w:i w:val="0"/>
          <w:sz w:val="24"/>
          <w:szCs w:val="24"/>
        </w:rPr>
        <w:tab/>
      </w:r>
      <w:r>
        <w:rPr>
          <w:rFonts w:ascii="Times New Roman" w:hAnsi="Times New Roman"/>
          <w:b/>
          <w:i w:val="0"/>
          <w:sz w:val="24"/>
          <w:szCs w:val="24"/>
        </w:rPr>
        <w:tab/>
      </w:r>
      <w:r>
        <w:rPr>
          <w:rFonts w:ascii="Times New Roman" w:hAnsi="Times New Roman"/>
          <w:i w:val="0"/>
          <w:sz w:val="24"/>
          <w:szCs w:val="24"/>
        </w:rPr>
        <w:t>interní</w:t>
      </w:r>
    </w:p>
    <w:p w:rsidR="00C31F5A" w:rsidRDefault="00C31F5A" w:rsidP="00C31F5A">
      <w:pPr>
        <w:pStyle w:val="Zkladntext2"/>
        <w:tabs>
          <w:tab w:val="left" w:pos="1021"/>
        </w:tabs>
        <w:spacing w:after="120"/>
        <w:ind w:left="1021" w:right="198" w:hanging="1021"/>
        <w:rPr>
          <w:rFonts w:ascii="Times New Roman" w:hAnsi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 xml:space="preserve">Technologie šachty: </w:t>
      </w:r>
      <w:r>
        <w:rPr>
          <w:rFonts w:ascii="Times New Roman" w:hAnsi="Times New Roman"/>
          <w:bCs/>
          <w:i w:val="0"/>
          <w:sz w:val="24"/>
          <w:szCs w:val="24"/>
        </w:rPr>
        <w:t>zděná (zhotovení zděné šachty není součástí CN, zajistí objednatel)</w:t>
      </w:r>
    </w:p>
    <w:p w:rsidR="00C31F5A" w:rsidRDefault="00C31F5A" w:rsidP="00C31F5A">
      <w:pPr>
        <w:pStyle w:val="Zkladntext2"/>
        <w:tabs>
          <w:tab w:val="left" w:pos="1021"/>
        </w:tabs>
        <w:spacing w:after="120"/>
        <w:ind w:left="1021" w:right="198" w:hanging="1021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Podesta:</w:t>
      </w:r>
      <w:r>
        <w:rPr>
          <w:rFonts w:ascii="Times New Roman" w:hAnsi="Times New Roman"/>
          <w:i w:val="0"/>
          <w:sz w:val="24"/>
          <w:szCs w:val="24"/>
        </w:rPr>
        <w:t xml:space="preserve"> </w:t>
      </w:r>
      <w:r>
        <w:rPr>
          <w:rFonts w:ascii="Times New Roman" w:hAnsi="Times New Roman"/>
          <w:i w:val="0"/>
          <w:sz w:val="24"/>
          <w:szCs w:val="24"/>
        </w:rPr>
        <w:tab/>
      </w:r>
      <w:r>
        <w:rPr>
          <w:rFonts w:ascii="Times New Roman" w:hAnsi="Times New Roman"/>
          <w:i w:val="0"/>
          <w:sz w:val="24"/>
          <w:szCs w:val="24"/>
        </w:rPr>
        <w:tab/>
        <w:t xml:space="preserve">cca 1400x1100 mm (užitný rozměr podesty) </w:t>
      </w:r>
    </w:p>
    <w:p w:rsidR="00C31F5A" w:rsidRDefault="00C31F5A" w:rsidP="00C31F5A">
      <w:pPr>
        <w:pStyle w:val="Zkladntext2"/>
        <w:tabs>
          <w:tab w:val="left" w:pos="1021"/>
        </w:tabs>
        <w:spacing w:after="120"/>
        <w:ind w:left="1418" w:right="113" w:hanging="1418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Stanice:</w:t>
      </w:r>
      <w:r>
        <w:rPr>
          <w:rFonts w:ascii="Times New Roman" w:hAnsi="Times New Roman"/>
          <w:b/>
          <w:i w:val="0"/>
          <w:sz w:val="24"/>
          <w:szCs w:val="24"/>
        </w:rPr>
        <w:tab/>
      </w:r>
      <w:r>
        <w:rPr>
          <w:rFonts w:ascii="Times New Roman" w:hAnsi="Times New Roman"/>
          <w:b/>
          <w:i w:val="0"/>
          <w:sz w:val="24"/>
          <w:szCs w:val="24"/>
        </w:rPr>
        <w:tab/>
      </w:r>
      <w:r>
        <w:rPr>
          <w:rFonts w:ascii="Times New Roman" w:hAnsi="Times New Roman"/>
          <w:i w:val="0"/>
          <w:sz w:val="24"/>
          <w:szCs w:val="24"/>
        </w:rPr>
        <w:t>3x</w:t>
      </w:r>
    </w:p>
    <w:p w:rsidR="00C31F5A" w:rsidRDefault="00C31F5A" w:rsidP="00C31F5A">
      <w:pPr>
        <w:pStyle w:val="Zkladntext2"/>
        <w:tabs>
          <w:tab w:val="left" w:pos="1021"/>
        </w:tabs>
        <w:spacing w:after="120"/>
        <w:ind w:left="1843" w:right="253" w:hanging="1843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 xml:space="preserve">Šach.dveře:   </w:t>
      </w:r>
      <w:r>
        <w:rPr>
          <w:rFonts w:ascii="Times New Roman" w:hAnsi="Times New Roman"/>
          <w:i w:val="0"/>
          <w:sz w:val="24"/>
          <w:szCs w:val="24"/>
        </w:rPr>
        <w:t>2x šachetní celoprosklené dveře s manuálním otevíráním, jednokřídlé, nezateplené požární odolnost EW 30 + 1x dveře celoprosklené dveře s manuálním otevíráním, jednokřídlé, zateplené , požární odolnost EW 30</w:t>
      </w:r>
    </w:p>
    <w:p w:rsidR="00C31F5A" w:rsidRDefault="00C31F5A" w:rsidP="00C31F5A">
      <w:pPr>
        <w:pStyle w:val="Zkladntext2"/>
        <w:tabs>
          <w:tab w:val="left" w:pos="1021"/>
        </w:tabs>
        <w:spacing w:after="120"/>
        <w:ind w:left="1843" w:right="253" w:hanging="1843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v - 0,670  mm     </w:t>
      </w:r>
    </w:p>
    <w:p w:rsidR="00C31F5A" w:rsidRDefault="00C31F5A" w:rsidP="00C31F5A">
      <w:pPr>
        <w:pStyle w:val="Zkladntext2"/>
        <w:tabs>
          <w:tab w:val="left" w:pos="1418"/>
        </w:tabs>
        <w:spacing w:after="140"/>
        <w:ind w:right="255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Zdvih</w:t>
      </w:r>
      <w:r>
        <w:rPr>
          <w:rFonts w:ascii="Times New Roman" w:hAnsi="Times New Roman"/>
          <w:i w:val="0"/>
          <w:sz w:val="24"/>
          <w:szCs w:val="24"/>
        </w:rPr>
        <w:t xml:space="preserve">: </w:t>
      </w:r>
      <w:r>
        <w:rPr>
          <w:rFonts w:ascii="Times New Roman" w:hAnsi="Times New Roman"/>
          <w:i w:val="0"/>
          <w:sz w:val="24"/>
          <w:szCs w:val="24"/>
        </w:rPr>
        <w:tab/>
        <w:t>cca 9 320 mm</w:t>
      </w:r>
    </w:p>
    <w:p w:rsidR="00C31F5A" w:rsidRDefault="00C31F5A" w:rsidP="00C31F5A">
      <w:pPr>
        <w:pStyle w:val="Zkladntext2"/>
        <w:tabs>
          <w:tab w:val="left" w:pos="1418"/>
        </w:tabs>
        <w:spacing w:after="140"/>
        <w:ind w:left="1418" w:right="198" w:hanging="1418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Prohlubeň:</w:t>
      </w:r>
      <w:r>
        <w:rPr>
          <w:rFonts w:ascii="Times New Roman" w:hAnsi="Times New Roman"/>
          <w:i w:val="0"/>
          <w:sz w:val="24"/>
          <w:szCs w:val="24"/>
        </w:rPr>
        <w:tab/>
      </w:r>
      <w:bookmarkStart w:id="0" w:name="jáma"/>
      <w:r>
        <w:rPr>
          <w:rFonts w:ascii="Times New Roman" w:hAnsi="Times New Roman"/>
          <w:i w:val="0"/>
          <w:sz w:val="24"/>
          <w:szCs w:val="24"/>
        </w:rPr>
        <w:t>120 mm</w:t>
      </w:r>
      <w:bookmarkEnd w:id="0"/>
      <w:r>
        <w:rPr>
          <w:rFonts w:ascii="Times New Roman" w:hAnsi="Times New Roman"/>
          <w:i w:val="0"/>
          <w:sz w:val="24"/>
          <w:szCs w:val="24"/>
        </w:rPr>
        <w:t xml:space="preserve"> (konstrukční výška plošiny)</w:t>
      </w:r>
    </w:p>
    <w:p w:rsidR="00C31F5A" w:rsidRDefault="00C31F5A" w:rsidP="00C31F5A">
      <w:pPr>
        <w:pStyle w:val="Zkladntext2"/>
        <w:tabs>
          <w:tab w:val="left" w:pos="1418"/>
        </w:tabs>
        <w:spacing w:after="140"/>
        <w:ind w:left="1418" w:right="253" w:hanging="1418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Pohon:</w:t>
      </w:r>
      <w:r>
        <w:rPr>
          <w:rFonts w:ascii="Times New Roman" w:hAnsi="Times New Roman"/>
          <w:i w:val="0"/>
          <w:sz w:val="24"/>
          <w:szCs w:val="24"/>
        </w:rPr>
        <w:t xml:space="preserve"> </w:t>
      </w:r>
      <w:r>
        <w:rPr>
          <w:rFonts w:ascii="Times New Roman" w:hAnsi="Times New Roman"/>
          <w:i w:val="0"/>
          <w:sz w:val="24"/>
          <w:szCs w:val="24"/>
        </w:rPr>
        <w:tab/>
        <w:t xml:space="preserve">hydraulický pohon </w:t>
      </w:r>
    </w:p>
    <w:p w:rsidR="00C31F5A" w:rsidRDefault="00C31F5A" w:rsidP="00C31F5A">
      <w:pPr>
        <w:pStyle w:val="Zkladntext2"/>
        <w:tabs>
          <w:tab w:val="left" w:pos="1418"/>
        </w:tabs>
        <w:spacing w:after="140"/>
        <w:ind w:left="1418" w:hanging="1418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Příkon:</w:t>
      </w:r>
      <w:r>
        <w:rPr>
          <w:rFonts w:ascii="Times New Roman" w:hAnsi="Times New Roman"/>
          <w:i w:val="0"/>
          <w:sz w:val="24"/>
          <w:szCs w:val="24"/>
        </w:rPr>
        <w:t xml:space="preserve"> </w:t>
      </w:r>
      <w:r>
        <w:rPr>
          <w:rFonts w:ascii="Times New Roman" w:hAnsi="Times New Roman"/>
          <w:i w:val="0"/>
          <w:sz w:val="24"/>
          <w:szCs w:val="24"/>
        </w:rPr>
        <w:tab/>
        <w:t>2,2 kW</w:t>
      </w:r>
    </w:p>
    <w:p w:rsidR="00C31F5A" w:rsidRDefault="00C31F5A" w:rsidP="00C31F5A">
      <w:pPr>
        <w:pStyle w:val="Zkladntext2"/>
        <w:tabs>
          <w:tab w:val="left" w:pos="1418"/>
        </w:tabs>
        <w:spacing w:after="140"/>
        <w:ind w:left="1418" w:hanging="1418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Rychlost:</w:t>
      </w:r>
      <w:r>
        <w:rPr>
          <w:rFonts w:ascii="Times New Roman" w:hAnsi="Times New Roman"/>
          <w:i w:val="0"/>
          <w:sz w:val="24"/>
          <w:szCs w:val="24"/>
        </w:rPr>
        <w:t xml:space="preserve"> </w:t>
      </w:r>
      <w:r>
        <w:rPr>
          <w:rFonts w:ascii="Times New Roman" w:hAnsi="Times New Roman"/>
          <w:i w:val="0"/>
          <w:sz w:val="24"/>
          <w:szCs w:val="24"/>
        </w:rPr>
        <w:tab/>
        <w:t>0,15m/sec.</w:t>
      </w:r>
    </w:p>
    <w:p w:rsidR="00C31F5A" w:rsidRDefault="00C31F5A" w:rsidP="00C31F5A">
      <w:pPr>
        <w:pStyle w:val="Zkladntext2"/>
        <w:tabs>
          <w:tab w:val="left" w:pos="1418"/>
        </w:tabs>
        <w:spacing w:after="140"/>
        <w:ind w:left="1418" w:hanging="1418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Napájení:</w:t>
      </w:r>
      <w:r>
        <w:rPr>
          <w:rFonts w:ascii="Times New Roman" w:hAnsi="Times New Roman"/>
          <w:i w:val="0"/>
          <w:sz w:val="24"/>
          <w:szCs w:val="24"/>
        </w:rPr>
        <w:tab/>
        <w:t>1x230V</w:t>
      </w:r>
    </w:p>
    <w:p w:rsidR="00C31F5A" w:rsidRDefault="00C31F5A" w:rsidP="00C31F5A">
      <w:pPr>
        <w:pStyle w:val="Zkladntext2"/>
        <w:tabs>
          <w:tab w:val="left" w:pos="1418"/>
          <w:tab w:val="left" w:pos="1560"/>
          <w:tab w:val="left" w:pos="8222"/>
        </w:tabs>
        <w:spacing w:after="140"/>
        <w:ind w:left="1418" w:right="255" w:hanging="1418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Ovládání:</w:t>
      </w:r>
      <w:r>
        <w:rPr>
          <w:rFonts w:ascii="Times New Roman" w:hAnsi="Times New Roman"/>
          <w:i w:val="0"/>
          <w:sz w:val="24"/>
          <w:szCs w:val="24"/>
        </w:rPr>
        <w:t xml:space="preserve"> </w:t>
      </w:r>
      <w:r>
        <w:rPr>
          <w:rFonts w:ascii="Times New Roman" w:hAnsi="Times New Roman"/>
          <w:i w:val="0"/>
          <w:sz w:val="24"/>
          <w:szCs w:val="24"/>
        </w:rPr>
        <w:tab/>
        <w:t>1x na plošině (čelní panel) včetně STOP tlačítka + ovladače ve stanicích nástupu a výstupu</w:t>
      </w:r>
    </w:p>
    <w:p w:rsidR="00C31F5A" w:rsidRDefault="00C31F5A" w:rsidP="00C31F5A">
      <w:pPr>
        <w:pStyle w:val="Zkladntext2"/>
        <w:tabs>
          <w:tab w:val="left" w:pos="1418"/>
          <w:tab w:val="left" w:pos="1560"/>
          <w:tab w:val="left" w:pos="8222"/>
        </w:tabs>
        <w:spacing w:after="120"/>
        <w:ind w:left="1418" w:hanging="1418"/>
        <w:rPr>
          <w:rFonts w:ascii="Times New Roman" w:hAnsi="Times New Roman"/>
          <w:i w:val="0"/>
          <w:sz w:val="24"/>
          <w:szCs w:val="24"/>
        </w:rPr>
      </w:pPr>
      <w:proofErr w:type="spellStart"/>
      <w:smartTag w:uri="urn:schemas-microsoft-com:office:smarttags" w:element="PersonName">
        <w:r>
          <w:rPr>
            <w:rFonts w:ascii="Times New Roman" w:hAnsi="Times New Roman"/>
            <w:b/>
            <w:i w:val="0"/>
            <w:sz w:val="24"/>
            <w:szCs w:val="24"/>
          </w:rPr>
          <w:t>B</w:t>
        </w:r>
      </w:smartTag>
      <w:r>
        <w:rPr>
          <w:rFonts w:ascii="Times New Roman" w:hAnsi="Times New Roman"/>
          <w:b/>
          <w:i w:val="0"/>
          <w:sz w:val="24"/>
          <w:szCs w:val="24"/>
        </w:rPr>
        <w:t>ezpečn.prvky</w:t>
      </w:r>
      <w:proofErr w:type="spellEnd"/>
      <w:r>
        <w:rPr>
          <w:rFonts w:ascii="Times New Roman" w:hAnsi="Times New Roman"/>
          <w:b/>
          <w:i w:val="0"/>
          <w:sz w:val="24"/>
          <w:szCs w:val="24"/>
        </w:rPr>
        <w:t>:</w:t>
      </w:r>
      <w:r>
        <w:rPr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 w:val="0"/>
          <w:sz w:val="24"/>
          <w:szCs w:val="24"/>
        </w:rPr>
        <w:t>elektrozámky</w:t>
      </w:r>
      <w:proofErr w:type="spellEnd"/>
      <w:r>
        <w:rPr>
          <w:rFonts w:ascii="Times New Roman" w:hAnsi="Times New Roman"/>
          <w:i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 w:val="0"/>
          <w:sz w:val="24"/>
          <w:szCs w:val="24"/>
        </w:rPr>
        <w:t>na šachet. dveřích</w:t>
      </w:r>
      <w:proofErr w:type="gramEnd"/>
      <w:r>
        <w:rPr>
          <w:rFonts w:ascii="Times New Roman" w:hAnsi="Times New Roman"/>
          <w:i w:val="0"/>
          <w:sz w:val="24"/>
          <w:szCs w:val="24"/>
        </w:rPr>
        <w:t xml:space="preserve"> blokující vstup na podestu, není-li plošina v dané stanici, automatické vyrovnávání podlah </w:t>
      </w:r>
    </w:p>
    <w:p w:rsidR="00C31F5A" w:rsidRDefault="00C31F5A" w:rsidP="00C31F5A">
      <w:pPr>
        <w:pStyle w:val="Zkladntext2"/>
        <w:tabs>
          <w:tab w:val="left" w:pos="1418"/>
          <w:tab w:val="left" w:pos="1560"/>
          <w:tab w:val="left" w:pos="8222"/>
        </w:tabs>
        <w:spacing w:after="120"/>
        <w:ind w:left="1418" w:hanging="1418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Vybavení:</w:t>
      </w:r>
      <w:r>
        <w:rPr>
          <w:rFonts w:ascii="Times New Roman" w:hAnsi="Times New Roman"/>
          <w:b/>
          <w:i w:val="0"/>
          <w:sz w:val="24"/>
          <w:szCs w:val="24"/>
        </w:rPr>
        <w:tab/>
      </w:r>
      <w:r>
        <w:rPr>
          <w:rFonts w:ascii="Times New Roman" w:hAnsi="Times New Roman"/>
          <w:i w:val="0"/>
          <w:sz w:val="24"/>
          <w:szCs w:val="24"/>
        </w:rPr>
        <w:t xml:space="preserve">ovládací čelní panel, stropní osvětlení, kabina ve tvaru O, zrcadlo, </w:t>
      </w:r>
    </w:p>
    <w:p w:rsidR="00C31F5A" w:rsidRDefault="00C31F5A" w:rsidP="00C31F5A">
      <w:pPr>
        <w:pStyle w:val="Zkladntext2"/>
        <w:tabs>
          <w:tab w:val="left" w:pos="1418"/>
          <w:tab w:val="left" w:pos="1560"/>
          <w:tab w:val="left" w:pos="8222"/>
        </w:tabs>
        <w:spacing w:line="240" w:lineRule="atLeast"/>
        <w:ind w:left="1418" w:hanging="1418"/>
        <w:rPr>
          <w:rFonts w:ascii="Times New Roman" w:hAnsi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Barva dveří:</w:t>
      </w:r>
      <w:r>
        <w:rPr>
          <w:rFonts w:ascii="Times New Roman" w:hAnsi="Times New Roman"/>
          <w:b/>
          <w:i w:val="0"/>
          <w:sz w:val="24"/>
          <w:szCs w:val="24"/>
        </w:rPr>
        <w:tab/>
      </w:r>
      <w:r>
        <w:rPr>
          <w:rFonts w:ascii="Times New Roman" w:hAnsi="Times New Roman"/>
          <w:bCs/>
          <w:i w:val="0"/>
          <w:sz w:val="24"/>
          <w:szCs w:val="24"/>
        </w:rPr>
        <w:t>upřesněno při podpisu smlouvy o dílo</w:t>
      </w:r>
    </w:p>
    <w:p w:rsidR="006A16A2" w:rsidRDefault="006A16A2" w:rsidP="006A16A2">
      <w:pPr>
        <w:pStyle w:val="Zkladntext2"/>
        <w:tabs>
          <w:tab w:val="left" w:pos="1418"/>
          <w:tab w:val="left" w:pos="1560"/>
          <w:tab w:val="left" w:pos="8222"/>
        </w:tabs>
        <w:spacing w:after="120"/>
        <w:rPr>
          <w:rFonts w:ascii="Times New Roman" w:hAnsi="Times New Roman"/>
          <w:i w:val="0"/>
          <w:sz w:val="24"/>
          <w:szCs w:val="24"/>
        </w:rPr>
      </w:pPr>
    </w:p>
    <w:p w:rsidR="008A4116" w:rsidRPr="004D2FC5" w:rsidRDefault="008A4116">
      <w:pPr>
        <w:pStyle w:val="Zkladntext2"/>
        <w:ind w:right="420"/>
        <w:rPr>
          <w:rFonts w:cs="Arial"/>
          <w:b/>
          <w:i w:val="0"/>
          <w:spacing w:val="-2"/>
          <w:sz w:val="24"/>
          <w:szCs w:val="24"/>
        </w:rPr>
      </w:pPr>
    </w:p>
    <w:p w:rsidR="00C37086" w:rsidRPr="004D2FC5" w:rsidRDefault="00C37086">
      <w:pPr>
        <w:pStyle w:val="Zkladntext2"/>
        <w:ind w:right="420"/>
        <w:rPr>
          <w:rFonts w:cs="Arial"/>
          <w:i w:val="0"/>
          <w:spacing w:val="-2"/>
          <w:sz w:val="24"/>
          <w:szCs w:val="24"/>
        </w:rPr>
      </w:pPr>
    </w:p>
    <w:sectPr w:rsidR="00C37086" w:rsidRPr="004D2FC5" w:rsidSect="00FA3DA3">
      <w:footerReference w:type="default" r:id="rId7"/>
      <w:footerReference w:type="first" r:id="rId8"/>
      <w:type w:val="continuous"/>
      <w:pgSz w:w="11907" w:h="16840" w:code="9"/>
      <w:pgMar w:top="964" w:right="907" w:bottom="964" w:left="907" w:header="0" w:footer="57" w:gutter="0"/>
      <w:pgNumType w:start="1"/>
      <w:cols w:space="709" w:equalWidth="0">
        <w:col w:w="9406"/>
      </w:cols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B3F" w:rsidRDefault="00A27B3F">
      <w:r>
        <w:separator/>
      </w:r>
    </w:p>
  </w:endnote>
  <w:endnote w:type="continuationSeparator" w:id="0">
    <w:p w:rsidR="00A27B3F" w:rsidRDefault="00A27B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402" w:rsidRDefault="00C31F5A">
    <w:pPr>
      <w:pStyle w:val="Zpat"/>
      <w:tabs>
        <w:tab w:val="clear" w:pos="4536"/>
        <w:tab w:val="clear" w:pos="9072"/>
        <w:tab w:val="left" w:pos="-851"/>
        <w:tab w:val="left" w:pos="3828"/>
        <w:tab w:val="center" w:pos="4395"/>
        <w:tab w:val="right" w:pos="10206"/>
      </w:tabs>
      <w:spacing w:before="40" w:line="220" w:lineRule="exact"/>
      <w:rPr>
        <w:rFonts w:ascii="Arial" w:hAnsi="Arial" w:cs="Arial"/>
        <w:b/>
        <w:spacing w:val="-4"/>
      </w:rPr>
    </w:pPr>
    <w:r w:rsidRPr="008821C3">
      <w:rPr>
        <w:rFonts w:ascii="Franklin Gothic Medium" w:hAnsi="Franklin Gothic Medium"/>
        <w:spacing w:val="4"/>
        <w:position w:val="-10"/>
        <w:sz w:val="26"/>
        <w:szCs w:val="2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3.15pt;height:7pt" o:hrpct="0" o:hralign="center" o:hr="t">
          <v:imagedata r:id="rId1" o:title="BD21370_"/>
        </v:shape>
      </w:pict>
    </w:r>
  </w:p>
  <w:p w:rsidR="00A16402" w:rsidRDefault="00A16402">
    <w:pPr>
      <w:pStyle w:val="Zpat"/>
      <w:tabs>
        <w:tab w:val="clear" w:pos="4536"/>
        <w:tab w:val="clear" w:pos="9072"/>
        <w:tab w:val="left" w:pos="-851"/>
        <w:tab w:val="left" w:pos="3544"/>
        <w:tab w:val="center" w:pos="4395"/>
        <w:tab w:val="right" w:pos="9781"/>
      </w:tabs>
      <w:spacing w:before="40" w:line="220" w:lineRule="exact"/>
      <w:rPr>
        <w:rFonts w:ascii="Arial" w:hAnsi="Arial" w:cs="Arial"/>
      </w:rPr>
    </w:pPr>
    <w:r>
      <w:rPr>
        <w:rFonts w:ascii="Arial" w:hAnsi="Arial" w:cs="Arial"/>
        <w:b/>
        <w:spacing w:val="-4"/>
      </w:rPr>
      <w:t>HORIZONT-NARE</w:t>
    </w:r>
    <w:r>
      <w:rPr>
        <w:rFonts w:ascii="Arial" w:hAnsi="Arial" w:cs="Arial"/>
        <w:b/>
      </w:rPr>
      <w:t xml:space="preserve"> s.r.o</w:t>
    </w:r>
    <w:r>
      <w:rPr>
        <w:rFonts w:ascii="Arial" w:hAnsi="Arial" w:cs="Arial"/>
        <w:b/>
        <w:sz w:val="18"/>
        <w:szCs w:val="18"/>
      </w:rPr>
      <w:t>.</w:t>
    </w:r>
    <w:r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6"/>
        <w:szCs w:val="16"/>
      </w:rPr>
      <w:t>se</w:t>
    </w:r>
    <w:r>
      <w:rPr>
        <w:rFonts w:ascii="Arial" w:hAnsi="Arial" w:cs="Arial"/>
        <w:b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sídlem:</w:t>
    </w:r>
    <w:r>
      <w:rPr>
        <w:rFonts w:ascii="Arial" w:hAnsi="Arial" w:cs="Arial"/>
        <w:b/>
      </w:rPr>
      <w:tab/>
    </w:r>
    <w:r>
      <w:rPr>
        <w:rFonts w:ascii="Arial" w:hAnsi="Arial" w:cs="Arial"/>
        <w:spacing w:val="-2"/>
      </w:rPr>
      <w:t>Registrace: Krajský soud v Ostravě</w:t>
    </w:r>
    <w:r>
      <w:rPr>
        <w:rFonts w:ascii="Arial" w:hAnsi="Arial" w:cs="Arial"/>
      </w:rPr>
      <w:tab/>
    </w:r>
    <w:r>
      <w:rPr>
        <w:rFonts w:ascii="Arial" w:hAnsi="Arial" w:cs="Arial"/>
        <w:spacing w:val="-6"/>
      </w:rPr>
      <w:sym w:font="Wingdings" w:char="F028"/>
    </w:r>
    <w:r>
      <w:rPr>
        <w:rFonts w:ascii="Arial" w:hAnsi="Arial" w:cs="Arial"/>
        <w:spacing w:val="-6"/>
        <w:sz w:val="22"/>
        <w:szCs w:val="22"/>
      </w:rPr>
      <w:t xml:space="preserve"> </w:t>
    </w:r>
    <w:r>
      <w:rPr>
        <w:rFonts w:ascii="Arial" w:hAnsi="Arial" w:cs="Arial"/>
        <w:b/>
        <w:spacing w:val="-6"/>
      </w:rPr>
      <w:t>604 687 730,</w:t>
    </w:r>
    <w:r>
      <w:rPr>
        <w:rFonts w:ascii="Arial" w:hAnsi="Arial" w:cs="Arial"/>
        <w:b/>
        <w:spacing w:val="-6"/>
        <w:sz w:val="22"/>
        <w:szCs w:val="22"/>
      </w:rPr>
      <w:t xml:space="preserve"> </w:t>
    </w:r>
    <w:r>
      <w:rPr>
        <w:rFonts w:ascii="Arial" w:hAnsi="Arial" w:cs="Arial"/>
        <w:spacing w:val="-6"/>
        <w:sz w:val="22"/>
        <w:szCs w:val="22"/>
      </w:rPr>
      <w:sym w:font="Webdings" w:char="F0CA"/>
    </w:r>
    <w:r>
      <w:rPr>
        <w:rFonts w:ascii="Arial" w:hAnsi="Arial" w:cs="Arial"/>
        <w:spacing w:val="-6"/>
        <w:sz w:val="22"/>
        <w:szCs w:val="22"/>
      </w:rPr>
      <w:t xml:space="preserve"> </w:t>
    </w:r>
    <w:r>
      <w:rPr>
        <w:rFonts w:ascii="Arial" w:hAnsi="Arial" w:cs="Arial"/>
        <w:b/>
        <w:spacing w:val="-6"/>
      </w:rPr>
      <w:t>596 811 425</w:t>
    </w:r>
  </w:p>
  <w:p w:rsidR="00A16402" w:rsidRDefault="00A16402">
    <w:pPr>
      <w:pStyle w:val="Zpat"/>
      <w:tabs>
        <w:tab w:val="clear" w:pos="4536"/>
        <w:tab w:val="clear" w:pos="9072"/>
        <w:tab w:val="left" w:pos="-851"/>
        <w:tab w:val="left" w:pos="3544"/>
        <w:tab w:val="center" w:pos="4395"/>
        <w:tab w:val="right" w:pos="9781"/>
        <w:tab w:val="right" w:pos="12900"/>
      </w:tabs>
      <w:spacing w:line="220" w:lineRule="exact"/>
      <w:rPr>
        <w:rFonts w:ascii="Arial" w:hAnsi="Arial" w:cs="Arial"/>
      </w:rPr>
    </w:pPr>
    <w:r>
      <w:rPr>
        <w:rFonts w:ascii="Arial" w:hAnsi="Arial" w:cs="Arial"/>
        <w:spacing w:val="-2"/>
      </w:rPr>
      <w:t>Vodní 342/5, 737 01 Český Těšín</w:t>
    </w:r>
    <w:r>
      <w:rPr>
        <w:rFonts w:ascii="Arial" w:hAnsi="Arial" w:cs="Arial"/>
      </w:rPr>
      <w:tab/>
    </w:r>
    <w:proofErr w:type="spellStart"/>
    <w:r>
      <w:rPr>
        <w:rFonts w:ascii="Arial" w:hAnsi="Arial" w:cs="Arial"/>
        <w:spacing w:val="-2"/>
      </w:rPr>
      <w:t>Obch.rejstřík</w:t>
    </w:r>
    <w:proofErr w:type="spellEnd"/>
    <w:r>
      <w:rPr>
        <w:rFonts w:ascii="Arial" w:hAnsi="Arial" w:cs="Arial"/>
        <w:spacing w:val="-2"/>
      </w:rPr>
      <w:t>, oddíl C, vložka 23192</w:t>
    </w:r>
    <w:r>
      <w:rPr>
        <w:rFonts w:ascii="Arial" w:hAnsi="Arial" w:cs="Arial"/>
        <w:spacing w:val="-7"/>
      </w:rPr>
      <w:tab/>
    </w:r>
    <w:r>
      <w:rPr>
        <w:rFonts w:ascii="Arial" w:hAnsi="Arial" w:cs="Arial"/>
        <w:sz w:val="18"/>
        <w:szCs w:val="18"/>
      </w:rPr>
      <w:sym w:font="Wingdings" w:char="F02A"/>
    </w:r>
    <w:r>
      <w:rPr>
        <w:rFonts w:ascii="Arial" w:hAnsi="Arial" w:cs="Arial"/>
        <w:sz w:val="10"/>
        <w:szCs w:val="10"/>
      </w:rPr>
      <w:t xml:space="preserve"> </w:t>
    </w:r>
    <w:r>
      <w:rPr>
        <w:rFonts w:ascii="Arial" w:hAnsi="Arial" w:cs="Arial"/>
        <w:spacing w:val="-6"/>
        <w:sz w:val="18"/>
        <w:szCs w:val="18"/>
      </w:rPr>
      <w:t>horizont-nare@horizont-nare.com</w:t>
    </w:r>
    <w:r>
      <w:rPr>
        <w:rFonts w:ascii="Arial" w:hAnsi="Arial" w:cs="Arial"/>
      </w:rPr>
      <w:tab/>
    </w:r>
  </w:p>
  <w:p w:rsidR="00A16402" w:rsidRDefault="00A16402">
    <w:pPr>
      <w:pStyle w:val="Zpat"/>
      <w:tabs>
        <w:tab w:val="clear" w:pos="4536"/>
        <w:tab w:val="clear" w:pos="9072"/>
        <w:tab w:val="left" w:pos="-851"/>
        <w:tab w:val="left" w:pos="3544"/>
        <w:tab w:val="center" w:pos="4395"/>
        <w:tab w:val="right" w:pos="9781"/>
      </w:tabs>
      <w:spacing w:line="220" w:lineRule="exact"/>
      <w:rPr>
        <w:rFonts w:ascii="Arial" w:hAnsi="Arial" w:cs="Arial"/>
        <w:b/>
        <w:u w:val="single"/>
      </w:rPr>
    </w:pPr>
    <w:r>
      <w:rPr>
        <w:rFonts w:ascii="Arial" w:hAnsi="Arial" w:cs="Arial"/>
        <w:spacing w:val="-7"/>
      </w:rPr>
      <w:t xml:space="preserve">Banka: ČS, </w:t>
    </w:r>
    <w:proofErr w:type="spellStart"/>
    <w:r>
      <w:rPr>
        <w:rFonts w:ascii="Arial" w:hAnsi="Arial" w:cs="Arial"/>
        <w:spacing w:val="-7"/>
      </w:rPr>
      <w:t>č.ú</w:t>
    </w:r>
    <w:proofErr w:type="spellEnd"/>
    <w:r>
      <w:rPr>
        <w:rFonts w:ascii="Arial" w:hAnsi="Arial" w:cs="Arial"/>
        <w:spacing w:val="-7"/>
      </w:rPr>
      <w:t>.: 1727308369/0800</w:t>
    </w:r>
    <w:r>
      <w:rPr>
        <w:rFonts w:ascii="Arial" w:hAnsi="Arial" w:cs="Arial"/>
      </w:rPr>
      <w:tab/>
      <w:t>IČO:25867555, DIČ:369-25867555</w:t>
    </w:r>
    <w:r>
      <w:rPr>
        <w:rFonts w:ascii="Arial" w:hAnsi="Arial" w:cs="Arial"/>
      </w:rPr>
      <w:tab/>
    </w:r>
    <w:r>
      <w:rPr>
        <w:rFonts w:ascii="Arial" w:hAnsi="Arial" w:cs="Arial"/>
        <w:b/>
        <w:spacing w:val="8"/>
        <w:u w:val="single"/>
      </w:rPr>
      <w:t>www. horizont-nare.com</w:t>
    </w:r>
  </w:p>
  <w:p w:rsidR="00A16402" w:rsidRDefault="00A16402">
    <w:pPr>
      <w:pStyle w:val="Zpat"/>
      <w:tabs>
        <w:tab w:val="clear" w:pos="4536"/>
        <w:tab w:val="clear" w:pos="9072"/>
        <w:tab w:val="left" w:pos="-851"/>
        <w:tab w:val="left" w:pos="3828"/>
        <w:tab w:val="center" w:pos="4395"/>
        <w:tab w:val="right" w:pos="10206"/>
        <w:tab w:val="right" w:pos="10632"/>
      </w:tabs>
      <w:ind w:firstLine="142"/>
      <w:rPr>
        <w:rFonts w:ascii="Arial" w:hAnsi="Arial" w:cs="Arial"/>
        <w:sz w:val="4"/>
        <w:szCs w:val="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402" w:rsidRDefault="00A16402">
    <w:pPr>
      <w:pStyle w:val="Zpat"/>
      <w:spacing w:line="220" w:lineRule="exact"/>
      <w:jc w:val="center"/>
      <w:rPr>
        <w:rFonts w:ascii="Arial" w:hAnsi="Arial"/>
        <w:b/>
        <w:color w:val="FF0000"/>
      </w:rPr>
    </w:pPr>
  </w:p>
  <w:p w:rsidR="00A16402" w:rsidRPr="0090522C" w:rsidRDefault="008821C3">
    <w:pPr>
      <w:pStyle w:val="Zpat"/>
      <w:spacing w:line="220" w:lineRule="exact"/>
      <w:jc w:val="center"/>
      <w:rPr>
        <w:rFonts w:ascii="Arial" w:hAnsi="Arial"/>
        <w:b/>
        <w:spacing w:val="20"/>
      </w:rPr>
    </w:pPr>
    <w:hyperlink r:id="rId1" w:history="1">
      <w:r w:rsidR="00A16402">
        <w:rPr>
          <w:rStyle w:val="Hypertextovodkaz"/>
          <w:rFonts w:ascii="Arial" w:hAnsi="Arial"/>
          <w:b/>
          <w:color w:val="auto"/>
          <w:u w:val="none"/>
        </w:rPr>
        <w:t>http://www.</w:t>
      </w:r>
    </w:hyperlink>
    <w:r w:rsidR="00A16402">
      <w:rPr>
        <w:rFonts w:ascii="Arial" w:hAnsi="Arial"/>
        <w:b/>
      </w:rPr>
      <w:t>horizont-nare.com</w:t>
    </w:r>
  </w:p>
  <w:p w:rsidR="00A16402" w:rsidRDefault="00A16402">
    <w:pPr>
      <w:pStyle w:val="Zpat"/>
      <w:jc w:val="center"/>
    </w:pPr>
    <w:r>
      <w:rPr>
        <w:rFonts w:ascii="Arial" w:hAnsi="Arial"/>
        <w:i/>
      </w:rPr>
      <w:t xml:space="preserve">projekční kancelář Havířov  </w:t>
    </w:r>
    <w:r>
      <w:rPr>
        <w:rFonts w:ascii="Arial" w:hAnsi="Arial"/>
        <w:i/>
      </w:rPr>
      <w:sym w:font="Webdings" w:char="F0CA"/>
    </w:r>
    <w:r>
      <w:rPr>
        <w:rFonts w:ascii="Arial" w:hAnsi="Arial"/>
        <w:i/>
      </w:rPr>
      <w:t xml:space="preserve"> 596 811 425, </w:t>
    </w:r>
    <w:r>
      <w:rPr>
        <w:rFonts w:ascii="Arial" w:hAnsi="Arial"/>
      </w:rPr>
      <w:sym w:font="Wingdings" w:char="F02A"/>
    </w:r>
    <w:hyperlink r:id="rId2" w:history="1">
      <w:r>
        <w:rPr>
          <w:rFonts w:ascii="Arial" w:hAnsi="Arial"/>
          <w:i/>
        </w:rPr>
        <w:t xml:space="preserve"> horizont-nare@cesnet.cz</w:t>
      </w:r>
      <w:r>
        <w:rPr>
          <w:rFonts w:ascii="Arial Narrow" w:hAnsi="Arial Narrow"/>
          <w:i/>
        </w:rPr>
        <w:t xml:space="preserve"> 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B3F" w:rsidRDefault="00A27B3F">
      <w:r>
        <w:separator/>
      </w:r>
    </w:p>
  </w:footnote>
  <w:footnote w:type="continuationSeparator" w:id="0">
    <w:p w:rsidR="00A27B3F" w:rsidRDefault="00A27B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75D9"/>
    <w:multiLevelType w:val="hybridMultilevel"/>
    <w:tmpl w:val="BB983C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91101"/>
    <w:multiLevelType w:val="multilevel"/>
    <w:tmpl w:val="9EA23C4A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48A4DE4"/>
    <w:multiLevelType w:val="singleLevel"/>
    <w:tmpl w:val="B23052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4F67C06"/>
    <w:multiLevelType w:val="hybridMultilevel"/>
    <w:tmpl w:val="A1EEAF0C"/>
    <w:lvl w:ilvl="0" w:tplc="F028EE2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color w:val="80000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-1396"/>
        </w:tabs>
        <w:ind w:left="-13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676"/>
        </w:tabs>
        <w:ind w:left="-6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4"/>
        </w:tabs>
        <w:ind w:left="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64"/>
        </w:tabs>
        <w:ind w:left="7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484"/>
        </w:tabs>
        <w:ind w:left="14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</w:abstractNum>
  <w:abstractNum w:abstractNumId="4">
    <w:nsid w:val="091808F1"/>
    <w:multiLevelType w:val="hybridMultilevel"/>
    <w:tmpl w:val="B2A63B92"/>
    <w:lvl w:ilvl="0" w:tplc="B6709664">
      <w:start w:val="1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0F282D"/>
    <w:multiLevelType w:val="multilevel"/>
    <w:tmpl w:val="A8D6C270"/>
    <w:lvl w:ilvl="0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b/>
        <w:i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0F4083B"/>
    <w:multiLevelType w:val="multilevel"/>
    <w:tmpl w:val="7040BD7A"/>
    <w:lvl w:ilvl="0">
      <w:start w:val="1"/>
      <w:numFmt w:val="bullet"/>
      <w:lvlText w:val=""/>
      <w:lvlJc w:val="left"/>
      <w:pPr>
        <w:tabs>
          <w:tab w:val="num" w:pos="1491"/>
        </w:tabs>
        <w:ind w:left="1491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>
    <w:nsid w:val="15B43FCB"/>
    <w:multiLevelType w:val="hybridMultilevel"/>
    <w:tmpl w:val="FFBA2A66"/>
    <w:lvl w:ilvl="0" w:tplc="EE3E7B5A">
      <w:start w:val="1"/>
      <w:numFmt w:val="bullet"/>
      <w:lvlText w:val=""/>
      <w:lvlJc w:val="left"/>
      <w:pPr>
        <w:tabs>
          <w:tab w:val="num" w:pos="1491"/>
        </w:tabs>
        <w:ind w:left="1491" w:hanging="397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8">
    <w:nsid w:val="17F00E2A"/>
    <w:multiLevelType w:val="hybridMultilevel"/>
    <w:tmpl w:val="49ACA02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9E6912"/>
    <w:multiLevelType w:val="hybridMultilevel"/>
    <w:tmpl w:val="60586CE6"/>
    <w:lvl w:ilvl="0" w:tplc="FD100DA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C07406"/>
    <w:multiLevelType w:val="hybridMultilevel"/>
    <w:tmpl w:val="9EA23C4A"/>
    <w:lvl w:ilvl="0" w:tplc="C658DA9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3301578"/>
    <w:multiLevelType w:val="multilevel"/>
    <w:tmpl w:val="FFBA2A66"/>
    <w:lvl w:ilvl="0">
      <w:start w:val="1"/>
      <w:numFmt w:val="bullet"/>
      <w:lvlText w:val=""/>
      <w:lvlJc w:val="left"/>
      <w:pPr>
        <w:tabs>
          <w:tab w:val="num" w:pos="1491"/>
        </w:tabs>
        <w:ind w:left="1491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2">
    <w:nsid w:val="3A8E19BA"/>
    <w:multiLevelType w:val="hybridMultilevel"/>
    <w:tmpl w:val="35D45658"/>
    <w:lvl w:ilvl="0" w:tplc="6B08AA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F600F6"/>
    <w:multiLevelType w:val="hybridMultilevel"/>
    <w:tmpl w:val="1E9460EA"/>
    <w:lvl w:ilvl="0" w:tplc="6B08AA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816963"/>
    <w:multiLevelType w:val="hybridMultilevel"/>
    <w:tmpl w:val="A8D6C270"/>
    <w:lvl w:ilvl="0" w:tplc="7ADAA330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b/>
        <w:i w:val="0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C91495B"/>
    <w:multiLevelType w:val="multilevel"/>
    <w:tmpl w:val="1E9460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266253"/>
    <w:multiLevelType w:val="hybridMultilevel"/>
    <w:tmpl w:val="A1EEAF0C"/>
    <w:lvl w:ilvl="0" w:tplc="32D4647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color w:val="666699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-1396"/>
        </w:tabs>
        <w:ind w:left="-13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676"/>
        </w:tabs>
        <w:ind w:left="-6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4"/>
        </w:tabs>
        <w:ind w:left="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64"/>
        </w:tabs>
        <w:ind w:left="7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484"/>
        </w:tabs>
        <w:ind w:left="14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</w:abstractNum>
  <w:abstractNum w:abstractNumId="17">
    <w:nsid w:val="4DBD04B4"/>
    <w:multiLevelType w:val="multilevel"/>
    <w:tmpl w:val="7040BD7A"/>
    <w:lvl w:ilvl="0">
      <w:start w:val="1"/>
      <w:numFmt w:val="bullet"/>
      <w:lvlText w:val=""/>
      <w:lvlJc w:val="left"/>
      <w:pPr>
        <w:tabs>
          <w:tab w:val="num" w:pos="1491"/>
        </w:tabs>
        <w:ind w:left="1491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8">
    <w:nsid w:val="4E62460C"/>
    <w:multiLevelType w:val="hybridMultilevel"/>
    <w:tmpl w:val="74266EC4"/>
    <w:lvl w:ilvl="0" w:tplc="1C20476C">
      <w:start w:val="68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681BF6"/>
    <w:multiLevelType w:val="hybridMultilevel"/>
    <w:tmpl w:val="B2A63B92"/>
    <w:lvl w:ilvl="0" w:tplc="E396947A">
      <w:start w:val="1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4D0801"/>
    <w:multiLevelType w:val="hybridMultilevel"/>
    <w:tmpl w:val="7040BD7A"/>
    <w:lvl w:ilvl="0" w:tplc="C2BADC12">
      <w:start w:val="1"/>
      <w:numFmt w:val="bullet"/>
      <w:lvlText w:val=""/>
      <w:lvlJc w:val="left"/>
      <w:pPr>
        <w:tabs>
          <w:tab w:val="num" w:pos="1491"/>
        </w:tabs>
        <w:ind w:left="1491" w:hanging="397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>
    <w:nsid w:val="59CE6F0A"/>
    <w:multiLevelType w:val="multilevel"/>
    <w:tmpl w:val="7040BD7A"/>
    <w:lvl w:ilvl="0">
      <w:start w:val="1"/>
      <w:numFmt w:val="bullet"/>
      <w:lvlText w:val=""/>
      <w:lvlJc w:val="left"/>
      <w:pPr>
        <w:tabs>
          <w:tab w:val="num" w:pos="1491"/>
        </w:tabs>
        <w:ind w:left="1491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5B4F3373"/>
    <w:multiLevelType w:val="hybridMultilevel"/>
    <w:tmpl w:val="4CDCEC0E"/>
    <w:lvl w:ilvl="0" w:tplc="3BA6E0DE">
      <w:start w:val="435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eastAsia="Times New Roman" w:hAnsi="Symbol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23">
    <w:nsid w:val="5B7C72E1"/>
    <w:multiLevelType w:val="multilevel"/>
    <w:tmpl w:val="FFBA2A66"/>
    <w:lvl w:ilvl="0">
      <w:start w:val="1"/>
      <w:numFmt w:val="bullet"/>
      <w:lvlText w:val=""/>
      <w:lvlJc w:val="left"/>
      <w:pPr>
        <w:tabs>
          <w:tab w:val="num" w:pos="1491"/>
        </w:tabs>
        <w:ind w:left="1491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>
    <w:nsid w:val="612C12FA"/>
    <w:multiLevelType w:val="hybridMultilevel"/>
    <w:tmpl w:val="52F271DE"/>
    <w:lvl w:ilvl="0" w:tplc="C658DA98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>
    <w:nsid w:val="62356523"/>
    <w:multiLevelType w:val="multilevel"/>
    <w:tmpl w:val="A8D6C270"/>
    <w:lvl w:ilvl="0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b/>
        <w:i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673646BB"/>
    <w:multiLevelType w:val="singleLevel"/>
    <w:tmpl w:val="BB36B3C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hint="default"/>
        <w:b/>
        <w:i w:val="0"/>
        <w:color w:val="800000"/>
        <w:sz w:val="24"/>
        <w:szCs w:val="24"/>
        <w:u w:val="none"/>
      </w:rPr>
    </w:lvl>
  </w:abstractNum>
  <w:abstractNum w:abstractNumId="27">
    <w:nsid w:val="6C5D75C8"/>
    <w:multiLevelType w:val="multilevel"/>
    <w:tmpl w:val="DBA623EE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E767485"/>
    <w:multiLevelType w:val="singleLevel"/>
    <w:tmpl w:val="D82EE274"/>
    <w:lvl w:ilvl="0">
      <w:numFmt w:val="bullet"/>
      <w:lvlText w:val="-"/>
      <w:lvlJc w:val="left"/>
      <w:pPr>
        <w:tabs>
          <w:tab w:val="num" w:pos="3192"/>
        </w:tabs>
        <w:ind w:left="3192" w:hanging="360"/>
      </w:pPr>
      <w:rPr>
        <w:rFonts w:ascii="Times New Roman" w:hAnsi="Times New Roman" w:hint="default"/>
      </w:rPr>
    </w:lvl>
  </w:abstractNum>
  <w:abstractNum w:abstractNumId="29">
    <w:nsid w:val="6EC83C7B"/>
    <w:multiLevelType w:val="hybridMultilevel"/>
    <w:tmpl w:val="13A891F0"/>
    <w:lvl w:ilvl="0" w:tplc="040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C658DA98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11E8600E">
      <w:start w:val="739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Arial" w:hint="default"/>
        <w:i w:val="0"/>
        <w:sz w:val="26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1993E99"/>
    <w:multiLevelType w:val="hybridMultilevel"/>
    <w:tmpl w:val="59D24F30"/>
    <w:lvl w:ilvl="0" w:tplc="3FC4A086">
      <w:start w:val="1"/>
      <w:numFmt w:val="bullet"/>
      <w:lvlText w:val=""/>
      <w:lvlJc w:val="left"/>
      <w:pPr>
        <w:tabs>
          <w:tab w:val="num" w:pos="1491"/>
        </w:tabs>
        <w:ind w:left="1491" w:hanging="397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>
    <w:nsid w:val="747571FE"/>
    <w:multiLevelType w:val="hybridMultilevel"/>
    <w:tmpl w:val="DBA623EE"/>
    <w:lvl w:ilvl="0" w:tplc="0405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CA75447"/>
    <w:multiLevelType w:val="hybridMultilevel"/>
    <w:tmpl w:val="A1EEAF0C"/>
    <w:lvl w:ilvl="0" w:tplc="EBA6D43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color w:val="80000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-1396"/>
        </w:tabs>
        <w:ind w:left="-13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676"/>
        </w:tabs>
        <w:ind w:left="-6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4"/>
        </w:tabs>
        <w:ind w:left="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64"/>
        </w:tabs>
        <w:ind w:left="7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484"/>
        </w:tabs>
        <w:ind w:left="14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</w:abstractNum>
  <w:abstractNum w:abstractNumId="33">
    <w:nsid w:val="7F6510FA"/>
    <w:multiLevelType w:val="hybridMultilevel"/>
    <w:tmpl w:val="98DCCAB2"/>
    <w:lvl w:ilvl="0" w:tplc="6B08AA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28"/>
  </w:num>
  <w:num w:numId="4">
    <w:abstractNumId w:val="20"/>
  </w:num>
  <w:num w:numId="5">
    <w:abstractNumId w:val="17"/>
  </w:num>
  <w:num w:numId="6">
    <w:abstractNumId w:val="6"/>
  </w:num>
  <w:num w:numId="7">
    <w:abstractNumId w:val="21"/>
  </w:num>
  <w:num w:numId="8">
    <w:abstractNumId w:val="7"/>
  </w:num>
  <w:num w:numId="9">
    <w:abstractNumId w:val="11"/>
  </w:num>
  <w:num w:numId="10">
    <w:abstractNumId w:val="23"/>
  </w:num>
  <w:num w:numId="11">
    <w:abstractNumId w:val="30"/>
  </w:num>
  <w:num w:numId="12">
    <w:abstractNumId w:val="29"/>
  </w:num>
  <w:num w:numId="13">
    <w:abstractNumId w:val="10"/>
  </w:num>
  <w:num w:numId="14">
    <w:abstractNumId w:val="24"/>
  </w:num>
  <w:num w:numId="15">
    <w:abstractNumId w:val="1"/>
  </w:num>
  <w:num w:numId="16">
    <w:abstractNumId w:val="31"/>
  </w:num>
  <w:num w:numId="17">
    <w:abstractNumId w:val="27"/>
  </w:num>
  <w:num w:numId="18">
    <w:abstractNumId w:val="14"/>
  </w:num>
  <w:num w:numId="19">
    <w:abstractNumId w:val="5"/>
  </w:num>
  <w:num w:numId="20">
    <w:abstractNumId w:val="25"/>
  </w:num>
  <w:num w:numId="21">
    <w:abstractNumId w:val="13"/>
  </w:num>
  <w:num w:numId="22">
    <w:abstractNumId w:val="12"/>
  </w:num>
  <w:num w:numId="23">
    <w:abstractNumId w:val="33"/>
  </w:num>
  <w:num w:numId="24">
    <w:abstractNumId w:val="15"/>
  </w:num>
  <w:num w:numId="25">
    <w:abstractNumId w:val="19"/>
  </w:num>
  <w:num w:numId="26">
    <w:abstractNumId w:val="4"/>
  </w:num>
  <w:num w:numId="27">
    <w:abstractNumId w:val="16"/>
  </w:num>
  <w:num w:numId="28">
    <w:abstractNumId w:val="32"/>
  </w:num>
  <w:num w:numId="29">
    <w:abstractNumId w:val="3"/>
  </w:num>
  <w:num w:numId="30">
    <w:abstractNumId w:val="8"/>
  </w:num>
  <w:num w:numId="31">
    <w:abstractNumId w:val="9"/>
  </w:num>
  <w:num w:numId="32">
    <w:abstractNumId w:val="22"/>
  </w:num>
  <w:num w:numId="33">
    <w:abstractNumId w:val="18"/>
  </w:num>
  <w:num w:numId="3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lignBordersAndEdges/>
  <w:bordersDoNotSurroundHeader/>
  <w:proofState w:spelling="clean" w:grammar="clean"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4210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3F50A4"/>
    <w:rsid w:val="00000FA2"/>
    <w:rsid w:val="00003FAA"/>
    <w:rsid w:val="00004532"/>
    <w:rsid w:val="00004E15"/>
    <w:rsid w:val="00010C9F"/>
    <w:rsid w:val="00011C29"/>
    <w:rsid w:val="00011D17"/>
    <w:rsid w:val="0001315F"/>
    <w:rsid w:val="00014D86"/>
    <w:rsid w:val="00015CBF"/>
    <w:rsid w:val="00022783"/>
    <w:rsid w:val="00024929"/>
    <w:rsid w:val="000337F6"/>
    <w:rsid w:val="000340E7"/>
    <w:rsid w:val="000359F9"/>
    <w:rsid w:val="0004283F"/>
    <w:rsid w:val="0004351E"/>
    <w:rsid w:val="00043FBC"/>
    <w:rsid w:val="00044642"/>
    <w:rsid w:val="00046522"/>
    <w:rsid w:val="000466DC"/>
    <w:rsid w:val="00046EF0"/>
    <w:rsid w:val="000536D1"/>
    <w:rsid w:val="00067C11"/>
    <w:rsid w:val="00074A82"/>
    <w:rsid w:val="000762C9"/>
    <w:rsid w:val="00081ADC"/>
    <w:rsid w:val="0008273D"/>
    <w:rsid w:val="00085106"/>
    <w:rsid w:val="00094A24"/>
    <w:rsid w:val="000A08B2"/>
    <w:rsid w:val="000A3980"/>
    <w:rsid w:val="000A55C2"/>
    <w:rsid w:val="000B1070"/>
    <w:rsid w:val="000B1DEE"/>
    <w:rsid w:val="000B26AE"/>
    <w:rsid w:val="000B2DEC"/>
    <w:rsid w:val="000B3324"/>
    <w:rsid w:val="000B4542"/>
    <w:rsid w:val="000B4E87"/>
    <w:rsid w:val="000B54A2"/>
    <w:rsid w:val="000B580E"/>
    <w:rsid w:val="000C31D8"/>
    <w:rsid w:val="000D3AE5"/>
    <w:rsid w:val="000D4B42"/>
    <w:rsid w:val="000E018A"/>
    <w:rsid w:val="000E2742"/>
    <w:rsid w:val="000E2DDB"/>
    <w:rsid w:val="000E35E2"/>
    <w:rsid w:val="000E489E"/>
    <w:rsid w:val="000E7F11"/>
    <w:rsid w:val="000F1FDD"/>
    <w:rsid w:val="000F27BF"/>
    <w:rsid w:val="000F2945"/>
    <w:rsid w:val="000F40D8"/>
    <w:rsid w:val="000F4AB0"/>
    <w:rsid w:val="000F5524"/>
    <w:rsid w:val="000F6F15"/>
    <w:rsid w:val="00105F58"/>
    <w:rsid w:val="001065EE"/>
    <w:rsid w:val="00116E09"/>
    <w:rsid w:val="00116FEA"/>
    <w:rsid w:val="00117119"/>
    <w:rsid w:val="00120012"/>
    <w:rsid w:val="0012274A"/>
    <w:rsid w:val="00122DAC"/>
    <w:rsid w:val="001261EE"/>
    <w:rsid w:val="001276B9"/>
    <w:rsid w:val="0013305A"/>
    <w:rsid w:val="00141D4B"/>
    <w:rsid w:val="00143746"/>
    <w:rsid w:val="00146F53"/>
    <w:rsid w:val="00147483"/>
    <w:rsid w:val="00150989"/>
    <w:rsid w:val="00150F63"/>
    <w:rsid w:val="00152DDA"/>
    <w:rsid w:val="0015382D"/>
    <w:rsid w:val="00155DA0"/>
    <w:rsid w:val="0015732E"/>
    <w:rsid w:val="00157E02"/>
    <w:rsid w:val="00160E91"/>
    <w:rsid w:val="0016769A"/>
    <w:rsid w:val="0018200D"/>
    <w:rsid w:val="00192228"/>
    <w:rsid w:val="00193846"/>
    <w:rsid w:val="0019393F"/>
    <w:rsid w:val="00193BA9"/>
    <w:rsid w:val="001973EB"/>
    <w:rsid w:val="001A0BA0"/>
    <w:rsid w:val="001A2D95"/>
    <w:rsid w:val="001A48E0"/>
    <w:rsid w:val="001A6264"/>
    <w:rsid w:val="001B000F"/>
    <w:rsid w:val="001B0250"/>
    <w:rsid w:val="001B0EAF"/>
    <w:rsid w:val="001B326E"/>
    <w:rsid w:val="001B5826"/>
    <w:rsid w:val="001B5EE6"/>
    <w:rsid w:val="001C18AC"/>
    <w:rsid w:val="001C1E96"/>
    <w:rsid w:val="001C2BC8"/>
    <w:rsid w:val="001C5237"/>
    <w:rsid w:val="001C5FB9"/>
    <w:rsid w:val="001D138B"/>
    <w:rsid w:val="001D6FC7"/>
    <w:rsid w:val="001D7EFD"/>
    <w:rsid w:val="001D7F30"/>
    <w:rsid w:val="001D7F88"/>
    <w:rsid w:val="001E0916"/>
    <w:rsid w:val="001E0E7A"/>
    <w:rsid w:val="001E36B1"/>
    <w:rsid w:val="001E3755"/>
    <w:rsid w:val="001F0952"/>
    <w:rsid w:val="001F1302"/>
    <w:rsid w:val="001F2AA1"/>
    <w:rsid w:val="001F2E2B"/>
    <w:rsid w:val="001F33AF"/>
    <w:rsid w:val="001F53FD"/>
    <w:rsid w:val="001F6055"/>
    <w:rsid w:val="00200565"/>
    <w:rsid w:val="0020060F"/>
    <w:rsid w:val="00211BFF"/>
    <w:rsid w:val="00211CC2"/>
    <w:rsid w:val="002152DF"/>
    <w:rsid w:val="002207A9"/>
    <w:rsid w:val="00221155"/>
    <w:rsid w:val="00222F65"/>
    <w:rsid w:val="00230C6B"/>
    <w:rsid w:val="00230E26"/>
    <w:rsid w:val="0023271C"/>
    <w:rsid w:val="002338D3"/>
    <w:rsid w:val="00236900"/>
    <w:rsid w:val="002372EA"/>
    <w:rsid w:val="00237CF2"/>
    <w:rsid w:val="002410BC"/>
    <w:rsid w:val="002436A6"/>
    <w:rsid w:val="00250280"/>
    <w:rsid w:val="00257513"/>
    <w:rsid w:val="00257941"/>
    <w:rsid w:val="00264A80"/>
    <w:rsid w:val="002677CE"/>
    <w:rsid w:val="00270536"/>
    <w:rsid w:val="00270ACD"/>
    <w:rsid w:val="00272C27"/>
    <w:rsid w:val="002743D2"/>
    <w:rsid w:val="00281C8C"/>
    <w:rsid w:val="00281D9E"/>
    <w:rsid w:val="00281ED2"/>
    <w:rsid w:val="00283896"/>
    <w:rsid w:val="00284D83"/>
    <w:rsid w:val="00287CF3"/>
    <w:rsid w:val="00292A7D"/>
    <w:rsid w:val="00292B70"/>
    <w:rsid w:val="00293AB9"/>
    <w:rsid w:val="00293E83"/>
    <w:rsid w:val="00296C33"/>
    <w:rsid w:val="00297688"/>
    <w:rsid w:val="002A0253"/>
    <w:rsid w:val="002A2271"/>
    <w:rsid w:val="002A4B2F"/>
    <w:rsid w:val="002A4CF0"/>
    <w:rsid w:val="002B2E80"/>
    <w:rsid w:val="002B3543"/>
    <w:rsid w:val="002B5811"/>
    <w:rsid w:val="002B7388"/>
    <w:rsid w:val="002C1B5F"/>
    <w:rsid w:val="002C2646"/>
    <w:rsid w:val="002C2845"/>
    <w:rsid w:val="002C3CF4"/>
    <w:rsid w:val="002C4EB2"/>
    <w:rsid w:val="002D25E7"/>
    <w:rsid w:val="002D3A42"/>
    <w:rsid w:val="002D4303"/>
    <w:rsid w:val="002D68B8"/>
    <w:rsid w:val="002D7D45"/>
    <w:rsid w:val="002E118F"/>
    <w:rsid w:val="002E1BE0"/>
    <w:rsid w:val="002E1EC1"/>
    <w:rsid w:val="002E1EE3"/>
    <w:rsid w:val="002E226C"/>
    <w:rsid w:val="002E326C"/>
    <w:rsid w:val="002E4575"/>
    <w:rsid w:val="002F4BE0"/>
    <w:rsid w:val="002F6EC6"/>
    <w:rsid w:val="00311B62"/>
    <w:rsid w:val="00311D31"/>
    <w:rsid w:val="003146D0"/>
    <w:rsid w:val="00317B51"/>
    <w:rsid w:val="003201E4"/>
    <w:rsid w:val="00320D3A"/>
    <w:rsid w:val="00321A18"/>
    <w:rsid w:val="00324061"/>
    <w:rsid w:val="003273EB"/>
    <w:rsid w:val="00330560"/>
    <w:rsid w:val="00331CBE"/>
    <w:rsid w:val="00333369"/>
    <w:rsid w:val="00333437"/>
    <w:rsid w:val="00340420"/>
    <w:rsid w:val="00341B8D"/>
    <w:rsid w:val="00344C96"/>
    <w:rsid w:val="00345D95"/>
    <w:rsid w:val="00346336"/>
    <w:rsid w:val="003466FD"/>
    <w:rsid w:val="00346C0E"/>
    <w:rsid w:val="00347064"/>
    <w:rsid w:val="00347BBC"/>
    <w:rsid w:val="00350CCD"/>
    <w:rsid w:val="00350CFC"/>
    <w:rsid w:val="00350DB9"/>
    <w:rsid w:val="0035108F"/>
    <w:rsid w:val="00351220"/>
    <w:rsid w:val="003512B4"/>
    <w:rsid w:val="00352A44"/>
    <w:rsid w:val="00354D0E"/>
    <w:rsid w:val="00356A03"/>
    <w:rsid w:val="003601CE"/>
    <w:rsid w:val="00360951"/>
    <w:rsid w:val="00362B44"/>
    <w:rsid w:val="00362F9E"/>
    <w:rsid w:val="00366495"/>
    <w:rsid w:val="0036730A"/>
    <w:rsid w:val="00367A02"/>
    <w:rsid w:val="00367A59"/>
    <w:rsid w:val="00367C15"/>
    <w:rsid w:val="00371A7B"/>
    <w:rsid w:val="00372D36"/>
    <w:rsid w:val="00372D67"/>
    <w:rsid w:val="00373E8F"/>
    <w:rsid w:val="00375AD8"/>
    <w:rsid w:val="00376F46"/>
    <w:rsid w:val="00385D62"/>
    <w:rsid w:val="00386855"/>
    <w:rsid w:val="00387DAF"/>
    <w:rsid w:val="003922C5"/>
    <w:rsid w:val="003925D7"/>
    <w:rsid w:val="003967DE"/>
    <w:rsid w:val="003A165E"/>
    <w:rsid w:val="003A5F8A"/>
    <w:rsid w:val="003A6079"/>
    <w:rsid w:val="003A7A6F"/>
    <w:rsid w:val="003B23AA"/>
    <w:rsid w:val="003B3B85"/>
    <w:rsid w:val="003B670F"/>
    <w:rsid w:val="003C0560"/>
    <w:rsid w:val="003C235C"/>
    <w:rsid w:val="003C6D30"/>
    <w:rsid w:val="003D14E0"/>
    <w:rsid w:val="003D1EE7"/>
    <w:rsid w:val="003E0AF8"/>
    <w:rsid w:val="003E2029"/>
    <w:rsid w:val="003E4D29"/>
    <w:rsid w:val="003F0888"/>
    <w:rsid w:val="003F37A4"/>
    <w:rsid w:val="003F45A4"/>
    <w:rsid w:val="003F50A4"/>
    <w:rsid w:val="003F5141"/>
    <w:rsid w:val="003F66D8"/>
    <w:rsid w:val="003F7C35"/>
    <w:rsid w:val="004002CF"/>
    <w:rsid w:val="0040063F"/>
    <w:rsid w:val="0040096C"/>
    <w:rsid w:val="00401194"/>
    <w:rsid w:val="00404236"/>
    <w:rsid w:val="00406E33"/>
    <w:rsid w:val="00407B7F"/>
    <w:rsid w:val="004112A1"/>
    <w:rsid w:val="00424F12"/>
    <w:rsid w:val="00425363"/>
    <w:rsid w:val="00427D6A"/>
    <w:rsid w:val="00433988"/>
    <w:rsid w:val="00433E51"/>
    <w:rsid w:val="0043693D"/>
    <w:rsid w:val="004434A3"/>
    <w:rsid w:val="00450548"/>
    <w:rsid w:val="004552B1"/>
    <w:rsid w:val="0045799B"/>
    <w:rsid w:val="00461A88"/>
    <w:rsid w:val="00461BAA"/>
    <w:rsid w:val="00461E78"/>
    <w:rsid w:val="004631BC"/>
    <w:rsid w:val="0047074F"/>
    <w:rsid w:val="004713B3"/>
    <w:rsid w:val="00472BE6"/>
    <w:rsid w:val="00475877"/>
    <w:rsid w:val="00475E4A"/>
    <w:rsid w:val="004772C4"/>
    <w:rsid w:val="0048050C"/>
    <w:rsid w:val="004821C3"/>
    <w:rsid w:val="0048448B"/>
    <w:rsid w:val="00496E0F"/>
    <w:rsid w:val="00497329"/>
    <w:rsid w:val="004A3BEF"/>
    <w:rsid w:val="004A42F2"/>
    <w:rsid w:val="004A6868"/>
    <w:rsid w:val="004A7F07"/>
    <w:rsid w:val="004B23D8"/>
    <w:rsid w:val="004B2D77"/>
    <w:rsid w:val="004C3C98"/>
    <w:rsid w:val="004C7F27"/>
    <w:rsid w:val="004D07E5"/>
    <w:rsid w:val="004D28D0"/>
    <w:rsid w:val="004D2FC5"/>
    <w:rsid w:val="004D6CFE"/>
    <w:rsid w:val="004E305C"/>
    <w:rsid w:val="004E3C2D"/>
    <w:rsid w:val="004E55B6"/>
    <w:rsid w:val="004F0F77"/>
    <w:rsid w:val="004F1466"/>
    <w:rsid w:val="004F23B1"/>
    <w:rsid w:val="004F38AD"/>
    <w:rsid w:val="004F5EE9"/>
    <w:rsid w:val="0050140E"/>
    <w:rsid w:val="005031D5"/>
    <w:rsid w:val="00506EB5"/>
    <w:rsid w:val="00507BF5"/>
    <w:rsid w:val="00510DDE"/>
    <w:rsid w:val="00511995"/>
    <w:rsid w:val="00514985"/>
    <w:rsid w:val="00526B1E"/>
    <w:rsid w:val="00532192"/>
    <w:rsid w:val="005353C7"/>
    <w:rsid w:val="00535BD2"/>
    <w:rsid w:val="0053723F"/>
    <w:rsid w:val="00537579"/>
    <w:rsid w:val="00540490"/>
    <w:rsid w:val="005412A8"/>
    <w:rsid w:val="00544976"/>
    <w:rsid w:val="005451DF"/>
    <w:rsid w:val="005458B6"/>
    <w:rsid w:val="00546013"/>
    <w:rsid w:val="00551AAD"/>
    <w:rsid w:val="005520A0"/>
    <w:rsid w:val="00552DED"/>
    <w:rsid w:val="00554540"/>
    <w:rsid w:val="00560799"/>
    <w:rsid w:val="005652F0"/>
    <w:rsid w:val="00565667"/>
    <w:rsid w:val="0057254E"/>
    <w:rsid w:val="005730F2"/>
    <w:rsid w:val="005755EA"/>
    <w:rsid w:val="00576B10"/>
    <w:rsid w:val="005776A1"/>
    <w:rsid w:val="005779C7"/>
    <w:rsid w:val="005779D3"/>
    <w:rsid w:val="005825D6"/>
    <w:rsid w:val="00585879"/>
    <w:rsid w:val="00585ACB"/>
    <w:rsid w:val="005860DF"/>
    <w:rsid w:val="00586879"/>
    <w:rsid w:val="00586E49"/>
    <w:rsid w:val="00587618"/>
    <w:rsid w:val="00591AC7"/>
    <w:rsid w:val="005961C4"/>
    <w:rsid w:val="00596F06"/>
    <w:rsid w:val="005A17F8"/>
    <w:rsid w:val="005A58DB"/>
    <w:rsid w:val="005A6F42"/>
    <w:rsid w:val="005B0A82"/>
    <w:rsid w:val="005B2521"/>
    <w:rsid w:val="005B2CD0"/>
    <w:rsid w:val="005B7127"/>
    <w:rsid w:val="005B7341"/>
    <w:rsid w:val="005C0FE3"/>
    <w:rsid w:val="005C33F2"/>
    <w:rsid w:val="005C41F8"/>
    <w:rsid w:val="005C522E"/>
    <w:rsid w:val="005C5615"/>
    <w:rsid w:val="005D3AEF"/>
    <w:rsid w:val="005D403A"/>
    <w:rsid w:val="005D48F0"/>
    <w:rsid w:val="005E1C19"/>
    <w:rsid w:val="005E49D8"/>
    <w:rsid w:val="005E55D1"/>
    <w:rsid w:val="005F0927"/>
    <w:rsid w:val="005F29FD"/>
    <w:rsid w:val="005F2C25"/>
    <w:rsid w:val="005F471C"/>
    <w:rsid w:val="005F48F4"/>
    <w:rsid w:val="00610755"/>
    <w:rsid w:val="00621E59"/>
    <w:rsid w:val="00622250"/>
    <w:rsid w:val="006245FD"/>
    <w:rsid w:val="00631D51"/>
    <w:rsid w:val="006333C6"/>
    <w:rsid w:val="00636665"/>
    <w:rsid w:val="00642DA0"/>
    <w:rsid w:val="00644A3F"/>
    <w:rsid w:val="00646D83"/>
    <w:rsid w:val="00655BAA"/>
    <w:rsid w:val="00662027"/>
    <w:rsid w:val="0066424B"/>
    <w:rsid w:val="00665CCA"/>
    <w:rsid w:val="00666783"/>
    <w:rsid w:val="00667E59"/>
    <w:rsid w:val="00670DD7"/>
    <w:rsid w:val="00673DE6"/>
    <w:rsid w:val="0067403E"/>
    <w:rsid w:val="0067540C"/>
    <w:rsid w:val="00677D84"/>
    <w:rsid w:val="00680EFE"/>
    <w:rsid w:val="006818F1"/>
    <w:rsid w:val="00681C42"/>
    <w:rsid w:val="0068421F"/>
    <w:rsid w:val="00684564"/>
    <w:rsid w:val="00690229"/>
    <w:rsid w:val="00690A36"/>
    <w:rsid w:val="0069149E"/>
    <w:rsid w:val="00692C10"/>
    <w:rsid w:val="006934CD"/>
    <w:rsid w:val="006938CD"/>
    <w:rsid w:val="00693AAC"/>
    <w:rsid w:val="00696DCE"/>
    <w:rsid w:val="006A14DC"/>
    <w:rsid w:val="006A16A2"/>
    <w:rsid w:val="006A5F3A"/>
    <w:rsid w:val="006A6C0A"/>
    <w:rsid w:val="006B3298"/>
    <w:rsid w:val="006B6621"/>
    <w:rsid w:val="006B7154"/>
    <w:rsid w:val="006C448B"/>
    <w:rsid w:val="006C4AEB"/>
    <w:rsid w:val="006C4FF0"/>
    <w:rsid w:val="006C5009"/>
    <w:rsid w:val="006D09B8"/>
    <w:rsid w:val="006D0D21"/>
    <w:rsid w:val="006D0E77"/>
    <w:rsid w:val="006D331B"/>
    <w:rsid w:val="006D3523"/>
    <w:rsid w:val="006D5FEA"/>
    <w:rsid w:val="006D7B94"/>
    <w:rsid w:val="006E27B8"/>
    <w:rsid w:val="006E2820"/>
    <w:rsid w:val="006E37A0"/>
    <w:rsid w:val="006E47AC"/>
    <w:rsid w:val="006E48D3"/>
    <w:rsid w:val="006E72D8"/>
    <w:rsid w:val="006F1EC9"/>
    <w:rsid w:val="006F2132"/>
    <w:rsid w:val="006F2B80"/>
    <w:rsid w:val="006F375E"/>
    <w:rsid w:val="006F3EEC"/>
    <w:rsid w:val="006F461D"/>
    <w:rsid w:val="006F5E14"/>
    <w:rsid w:val="006F7043"/>
    <w:rsid w:val="006F79D2"/>
    <w:rsid w:val="007034E2"/>
    <w:rsid w:val="007058F7"/>
    <w:rsid w:val="00705CDE"/>
    <w:rsid w:val="00706110"/>
    <w:rsid w:val="00706F89"/>
    <w:rsid w:val="00710163"/>
    <w:rsid w:val="007127BA"/>
    <w:rsid w:val="00715079"/>
    <w:rsid w:val="00715CD5"/>
    <w:rsid w:val="007246B3"/>
    <w:rsid w:val="007248FD"/>
    <w:rsid w:val="00726181"/>
    <w:rsid w:val="00731543"/>
    <w:rsid w:val="00737768"/>
    <w:rsid w:val="007404A3"/>
    <w:rsid w:val="00741667"/>
    <w:rsid w:val="00744F7F"/>
    <w:rsid w:val="007457DB"/>
    <w:rsid w:val="00745E55"/>
    <w:rsid w:val="00746166"/>
    <w:rsid w:val="007473C7"/>
    <w:rsid w:val="00754048"/>
    <w:rsid w:val="00760DF2"/>
    <w:rsid w:val="0076136A"/>
    <w:rsid w:val="0077134D"/>
    <w:rsid w:val="00773ACE"/>
    <w:rsid w:val="00773F16"/>
    <w:rsid w:val="007835EA"/>
    <w:rsid w:val="0078392B"/>
    <w:rsid w:val="00784F7D"/>
    <w:rsid w:val="0078628B"/>
    <w:rsid w:val="00786B04"/>
    <w:rsid w:val="0079541D"/>
    <w:rsid w:val="0079546D"/>
    <w:rsid w:val="007A2ED9"/>
    <w:rsid w:val="007B1557"/>
    <w:rsid w:val="007B1896"/>
    <w:rsid w:val="007C5480"/>
    <w:rsid w:val="007D2CE6"/>
    <w:rsid w:val="007D65CD"/>
    <w:rsid w:val="007D724C"/>
    <w:rsid w:val="007E11F0"/>
    <w:rsid w:val="007E1565"/>
    <w:rsid w:val="007E45B4"/>
    <w:rsid w:val="007E5BB1"/>
    <w:rsid w:val="007E6AFF"/>
    <w:rsid w:val="007E7403"/>
    <w:rsid w:val="007E7FAE"/>
    <w:rsid w:val="007F1840"/>
    <w:rsid w:val="007F5AA1"/>
    <w:rsid w:val="007F680B"/>
    <w:rsid w:val="008030F0"/>
    <w:rsid w:val="00815D01"/>
    <w:rsid w:val="0081648A"/>
    <w:rsid w:val="008172C4"/>
    <w:rsid w:val="008206EC"/>
    <w:rsid w:val="0082221A"/>
    <w:rsid w:val="00827E09"/>
    <w:rsid w:val="008351BF"/>
    <w:rsid w:val="00836150"/>
    <w:rsid w:val="008427BE"/>
    <w:rsid w:val="0084300D"/>
    <w:rsid w:val="00843351"/>
    <w:rsid w:val="0084345A"/>
    <w:rsid w:val="00844827"/>
    <w:rsid w:val="008448A7"/>
    <w:rsid w:val="00845157"/>
    <w:rsid w:val="00850B70"/>
    <w:rsid w:val="008528C0"/>
    <w:rsid w:val="00854945"/>
    <w:rsid w:val="008573A8"/>
    <w:rsid w:val="00863CC6"/>
    <w:rsid w:val="00864796"/>
    <w:rsid w:val="008673C1"/>
    <w:rsid w:val="008705AC"/>
    <w:rsid w:val="0087103F"/>
    <w:rsid w:val="00877D9F"/>
    <w:rsid w:val="008813DA"/>
    <w:rsid w:val="008821C3"/>
    <w:rsid w:val="008842EB"/>
    <w:rsid w:val="0088658E"/>
    <w:rsid w:val="0088768B"/>
    <w:rsid w:val="0088787B"/>
    <w:rsid w:val="00890EBD"/>
    <w:rsid w:val="00895744"/>
    <w:rsid w:val="00896701"/>
    <w:rsid w:val="00896BA6"/>
    <w:rsid w:val="008A4116"/>
    <w:rsid w:val="008B0488"/>
    <w:rsid w:val="008B1BDC"/>
    <w:rsid w:val="008B4015"/>
    <w:rsid w:val="008B5B5B"/>
    <w:rsid w:val="008C14C7"/>
    <w:rsid w:val="008C15B5"/>
    <w:rsid w:val="008C52CF"/>
    <w:rsid w:val="008C5321"/>
    <w:rsid w:val="008C5CDE"/>
    <w:rsid w:val="008D1894"/>
    <w:rsid w:val="008D6CEC"/>
    <w:rsid w:val="008E0E1C"/>
    <w:rsid w:val="008E2BD3"/>
    <w:rsid w:val="008E3A37"/>
    <w:rsid w:val="008E4037"/>
    <w:rsid w:val="008E6DDF"/>
    <w:rsid w:val="008E711B"/>
    <w:rsid w:val="008F08FE"/>
    <w:rsid w:val="008F5A10"/>
    <w:rsid w:val="009006EC"/>
    <w:rsid w:val="0090088D"/>
    <w:rsid w:val="0090118D"/>
    <w:rsid w:val="00904892"/>
    <w:rsid w:val="0090522C"/>
    <w:rsid w:val="009100A7"/>
    <w:rsid w:val="009177CE"/>
    <w:rsid w:val="0091789B"/>
    <w:rsid w:val="00921E43"/>
    <w:rsid w:val="00924588"/>
    <w:rsid w:val="00925C18"/>
    <w:rsid w:val="00930FC1"/>
    <w:rsid w:val="009327D3"/>
    <w:rsid w:val="009367FD"/>
    <w:rsid w:val="00936A04"/>
    <w:rsid w:val="00943041"/>
    <w:rsid w:val="00950B0E"/>
    <w:rsid w:val="00953238"/>
    <w:rsid w:val="009538F8"/>
    <w:rsid w:val="00956D7A"/>
    <w:rsid w:val="009620B1"/>
    <w:rsid w:val="0096499C"/>
    <w:rsid w:val="0096504F"/>
    <w:rsid w:val="009706EB"/>
    <w:rsid w:val="00970DF2"/>
    <w:rsid w:val="00972ECF"/>
    <w:rsid w:val="0097353C"/>
    <w:rsid w:val="00976688"/>
    <w:rsid w:val="009766C2"/>
    <w:rsid w:val="00977192"/>
    <w:rsid w:val="00994C01"/>
    <w:rsid w:val="009961AE"/>
    <w:rsid w:val="009A1117"/>
    <w:rsid w:val="009A1861"/>
    <w:rsid w:val="009A4BDC"/>
    <w:rsid w:val="009A55D5"/>
    <w:rsid w:val="009A64B8"/>
    <w:rsid w:val="009A6BBE"/>
    <w:rsid w:val="009B1AB6"/>
    <w:rsid w:val="009B1BFA"/>
    <w:rsid w:val="009B4BA6"/>
    <w:rsid w:val="009B7C7A"/>
    <w:rsid w:val="009C16C4"/>
    <w:rsid w:val="009C71F8"/>
    <w:rsid w:val="009D19C4"/>
    <w:rsid w:val="009D5598"/>
    <w:rsid w:val="009D70D7"/>
    <w:rsid w:val="009E0FF0"/>
    <w:rsid w:val="009E346A"/>
    <w:rsid w:val="009E421A"/>
    <w:rsid w:val="009E63A3"/>
    <w:rsid w:val="009F6CD3"/>
    <w:rsid w:val="00A01331"/>
    <w:rsid w:val="00A01EAD"/>
    <w:rsid w:val="00A0369E"/>
    <w:rsid w:val="00A0495A"/>
    <w:rsid w:val="00A105D8"/>
    <w:rsid w:val="00A11C85"/>
    <w:rsid w:val="00A12C04"/>
    <w:rsid w:val="00A13CCC"/>
    <w:rsid w:val="00A16402"/>
    <w:rsid w:val="00A16685"/>
    <w:rsid w:val="00A20897"/>
    <w:rsid w:val="00A20BC6"/>
    <w:rsid w:val="00A22910"/>
    <w:rsid w:val="00A2406E"/>
    <w:rsid w:val="00A27B3F"/>
    <w:rsid w:val="00A30E14"/>
    <w:rsid w:val="00A3638F"/>
    <w:rsid w:val="00A40320"/>
    <w:rsid w:val="00A476C4"/>
    <w:rsid w:val="00A50AE8"/>
    <w:rsid w:val="00A5113B"/>
    <w:rsid w:val="00A52B64"/>
    <w:rsid w:val="00A57D7A"/>
    <w:rsid w:val="00A6100F"/>
    <w:rsid w:val="00A63127"/>
    <w:rsid w:val="00A64A52"/>
    <w:rsid w:val="00A6577B"/>
    <w:rsid w:val="00A6733E"/>
    <w:rsid w:val="00A673EB"/>
    <w:rsid w:val="00A71BAE"/>
    <w:rsid w:val="00A73312"/>
    <w:rsid w:val="00A75D9B"/>
    <w:rsid w:val="00A761AB"/>
    <w:rsid w:val="00A778CF"/>
    <w:rsid w:val="00A80D41"/>
    <w:rsid w:val="00A81851"/>
    <w:rsid w:val="00A84660"/>
    <w:rsid w:val="00A84DCE"/>
    <w:rsid w:val="00A85FE8"/>
    <w:rsid w:val="00A86BBA"/>
    <w:rsid w:val="00A87DF0"/>
    <w:rsid w:val="00A91D3D"/>
    <w:rsid w:val="00A9349C"/>
    <w:rsid w:val="00A9662B"/>
    <w:rsid w:val="00A96CFE"/>
    <w:rsid w:val="00AA1B55"/>
    <w:rsid w:val="00AA4F25"/>
    <w:rsid w:val="00AA575E"/>
    <w:rsid w:val="00AB3AB7"/>
    <w:rsid w:val="00AB3DBF"/>
    <w:rsid w:val="00AB4CF2"/>
    <w:rsid w:val="00AB7558"/>
    <w:rsid w:val="00AD26A6"/>
    <w:rsid w:val="00AD617D"/>
    <w:rsid w:val="00AD748D"/>
    <w:rsid w:val="00AE031C"/>
    <w:rsid w:val="00AE086D"/>
    <w:rsid w:val="00AE1AF5"/>
    <w:rsid w:val="00AE2407"/>
    <w:rsid w:val="00AE2612"/>
    <w:rsid w:val="00AF0012"/>
    <w:rsid w:val="00AF1934"/>
    <w:rsid w:val="00AF43AF"/>
    <w:rsid w:val="00AF5953"/>
    <w:rsid w:val="00AF77AA"/>
    <w:rsid w:val="00B03B7B"/>
    <w:rsid w:val="00B05DB3"/>
    <w:rsid w:val="00B072CC"/>
    <w:rsid w:val="00B07DCB"/>
    <w:rsid w:val="00B1385F"/>
    <w:rsid w:val="00B173D2"/>
    <w:rsid w:val="00B20B3C"/>
    <w:rsid w:val="00B25E1B"/>
    <w:rsid w:val="00B26FC6"/>
    <w:rsid w:val="00B27878"/>
    <w:rsid w:val="00B34040"/>
    <w:rsid w:val="00B35AEE"/>
    <w:rsid w:val="00B3629F"/>
    <w:rsid w:val="00B3694C"/>
    <w:rsid w:val="00B4713C"/>
    <w:rsid w:val="00B52171"/>
    <w:rsid w:val="00B529EA"/>
    <w:rsid w:val="00B52BB6"/>
    <w:rsid w:val="00B5320C"/>
    <w:rsid w:val="00B612B7"/>
    <w:rsid w:val="00B614F7"/>
    <w:rsid w:val="00B618F2"/>
    <w:rsid w:val="00B64028"/>
    <w:rsid w:val="00B64A99"/>
    <w:rsid w:val="00B6519B"/>
    <w:rsid w:val="00B659EF"/>
    <w:rsid w:val="00B71564"/>
    <w:rsid w:val="00B7240C"/>
    <w:rsid w:val="00B77C44"/>
    <w:rsid w:val="00B81921"/>
    <w:rsid w:val="00B8212B"/>
    <w:rsid w:val="00B944EC"/>
    <w:rsid w:val="00B94E97"/>
    <w:rsid w:val="00BA250C"/>
    <w:rsid w:val="00BA3902"/>
    <w:rsid w:val="00BA644C"/>
    <w:rsid w:val="00BA6FE4"/>
    <w:rsid w:val="00BB12C2"/>
    <w:rsid w:val="00BB1A91"/>
    <w:rsid w:val="00BB3B24"/>
    <w:rsid w:val="00BB3BCA"/>
    <w:rsid w:val="00BB4D56"/>
    <w:rsid w:val="00BC01BC"/>
    <w:rsid w:val="00BC1CCA"/>
    <w:rsid w:val="00BD3211"/>
    <w:rsid w:val="00BD39E9"/>
    <w:rsid w:val="00BD5B9B"/>
    <w:rsid w:val="00BD736A"/>
    <w:rsid w:val="00BD7B98"/>
    <w:rsid w:val="00BE2AAA"/>
    <w:rsid w:val="00BE2C40"/>
    <w:rsid w:val="00BE57BF"/>
    <w:rsid w:val="00BE7205"/>
    <w:rsid w:val="00BF083C"/>
    <w:rsid w:val="00BF20BF"/>
    <w:rsid w:val="00BF505B"/>
    <w:rsid w:val="00BF6C27"/>
    <w:rsid w:val="00C10057"/>
    <w:rsid w:val="00C14CDF"/>
    <w:rsid w:val="00C16742"/>
    <w:rsid w:val="00C20B1B"/>
    <w:rsid w:val="00C214F0"/>
    <w:rsid w:val="00C22F2D"/>
    <w:rsid w:val="00C245D5"/>
    <w:rsid w:val="00C26E4C"/>
    <w:rsid w:val="00C27C92"/>
    <w:rsid w:val="00C31F5A"/>
    <w:rsid w:val="00C3693E"/>
    <w:rsid w:val="00C36ECF"/>
    <w:rsid w:val="00C37086"/>
    <w:rsid w:val="00C37C9F"/>
    <w:rsid w:val="00C41802"/>
    <w:rsid w:val="00C44CEE"/>
    <w:rsid w:val="00C45712"/>
    <w:rsid w:val="00C469F0"/>
    <w:rsid w:val="00C472A7"/>
    <w:rsid w:val="00C50626"/>
    <w:rsid w:val="00C51774"/>
    <w:rsid w:val="00C52790"/>
    <w:rsid w:val="00C5359F"/>
    <w:rsid w:val="00C5368A"/>
    <w:rsid w:val="00C54138"/>
    <w:rsid w:val="00C551C2"/>
    <w:rsid w:val="00C56244"/>
    <w:rsid w:val="00C570FA"/>
    <w:rsid w:val="00C60383"/>
    <w:rsid w:val="00C61DD7"/>
    <w:rsid w:val="00C6453B"/>
    <w:rsid w:val="00C67F3F"/>
    <w:rsid w:val="00C721DE"/>
    <w:rsid w:val="00C72EB4"/>
    <w:rsid w:val="00C74554"/>
    <w:rsid w:val="00C765B0"/>
    <w:rsid w:val="00C844DC"/>
    <w:rsid w:val="00C85AD0"/>
    <w:rsid w:val="00C900A4"/>
    <w:rsid w:val="00C9552D"/>
    <w:rsid w:val="00CA0278"/>
    <w:rsid w:val="00CA2D89"/>
    <w:rsid w:val="00CA2EF8"/>
    <w:rsid w:val="00CA3F52"/>
    <w:rsid w:val="00CA65C2"/>
    <w:rsid w:val="00CB32FB"/>
    <w:rsid w:val="00CB64F9"/>
    <w:rsid w:val="00CB73E7"/>
    <w:rsid w:val="00CD78DD"/>
    <w:rsid w:val="00CE0CAC"/>
    <w:rsid w:val="00CE1382"/>
    <w:rsid w:val="00CE7493"/>
    <w:rsid w:val="00CE7C7A"/>
    <w:rsid w:val="00CF0912"/>
    <w:rsid w:val="00CF3594"/>
    <w:rsid w:val="00CF3D18"/>
    <w:rsid w:val="00CF4312"/>
    <w:rsid w:val="00D01AEA"/>
    <w:rsid w:val="00D04629"/>
    <w:rsid w:val="00D05C98"/>
    <w:rsid w:val="00D06C84"/>
    <w:rsid w:val="00D10807"/>
    <w:rsid w:val="00D1101A"/>
    <w:rsid w:val="00D145E5"/>
    <w:rsid w:val="00D1480E"/>
    <w:rsid w:val="00D14EAE"/>
    <w:rsid w:val="00D170CF"/>
    <w:rsid w:val="00D210EC"/>
    <w:rsid w:val="00D21AEE"/>
    <w:rsid w:val="00D36DA6"/>
    <w:rsid w:val="00D506F1"/>
    <w:rsid w:val="00D51529"/>
    <w:rsid w:val="00D53156"/>
    <w:rsid w:val="00D56732"/>
    <w:rsid w:val="00D57A2A"/>
    <w:rsid w:val="00D6049D"/>
    <w:rsid w:val="00D60B6C"/>
    <w:rsid w:val="00D61020"/>
    <w:rsid w:val="00D612E9"/>
    <w:rsid w:val="00D62367"/>
    <w:rsid w:val="00D644B9"/>
    <w:rsid w:val="00D64FFF"/>
    <w:rsid w:val="00D65EA6"/>
    <w:rsid w:val="00D72D25"/>
    <w:rsid w:val="00D800B5"/>
    <w:rsid w:val="00D80526"/>
    <w:rsid w:val="00D87C49"/>
    <w:rsid w:val="00D901E3"/>
    <w:rsid w:val="00D9278B"/>
    <w:rsid w:val="00D92B79"/>
    <w:rsid w:val="00D945E9"/>
    <w:rsid w:val="00DA17DF"/>
    <w:rsid w:val="00DA5C75"/>
    <w:rsid w:val="00DB2C7B"/>
    <w:rsid w:val="00DB5B43"/>
    <w:rsid w:val="00DC18D8"/>
    <w:rsid w:val="00DC1FEC"/>
    <w:rsid w:val="00DC30EA"/>
    <w:rsid w:val="00DC43EE"/>
    <w:rsid w:val="00DC4449"/>
    <w:rsid w:val="00DC666D"/>
    <w:rsid w:val="00DC67F9"/>
    <w:rsid w:val="00DD1A65"/>
    <w:rsid w:val="00DD4B53"/>
    <w:rsid w:val="00DD6483"/>
    <w:rsid w:val="00DD7535"/>
    <w:rsid w:val="00DD7828"/>
    <w:rsid w:val="00DE3C2A"/>
    <w:rsid w:val="00DE62FF"/>
    <w:rsid w:val="00DF4298"/>
    <w:rsid w:val="00DF6674"/>
    <w:rsid w:val="00DF6840"/>
    <w:rsid w:val="00E005B2"/>
    <w:rsid w:val="00E02647"/>
    <w:rsid w:val="00E07DE0"/>
    <w:rsid w:val="00E11089"/>
    <w:rsid w:val="00E14092"/>
    <w:rsid w:val="00E14273"/>
    <w:rsid w:val="00E14590"/>
    <w:rsid w:val="00E16DDD"/>
    <w:rsid w:val="00E17410"/>
    <w:rsid w:val="00E17B7B"/>
    <w:rsid w:val="00E23BB9"/>
    <w:rsid w:val="00E25159"/>
    <w:rsid w:val="00E27FAD"/>
    <w:rsid w:val="00E30A03"/>
    <w:rsid w:val="00E33357"/>
    <w:rsid w:val="00E3411D"/>
    <w:rsid w:val="00E4762E"/>
    <w:rsid w:val="00E47FB2"/>
    <w:rsid w:val="00E50D34"/>
    <w:rsid w:val="00E53841"/>
    <w:rsid w:val="00E60FC8"/>
    <w:rsid w:val="00E61122"/>
    <w:rsid w:val="00E612EC"/>
    <w:rsid w:val="00E61EB1"/>
    <w:rsid w:val="00E61FE0"/>
    <w:rsid w:val="00E63ECC"/>
    <w:rsid w:val="00E67085"/>
    <w:rsid w:val="00E713BA"/>
    <w:rsid w:val="00E714BB"/>
    <w:rsid w:val="00E729AB"/>
    <w:rsid w:val="00E75FE9"/>
    <w:rsid w:val="00E77356"/>
    <w:rsid w:val="00E81E48"/>
    <w:rsid w:val="00E82162"/>
    <w:rsid w:val="00E831D5"/>
    <w:rsid w:val="00E83484"/>
    <w:rsid w:val="00E9052D"/>
    <w:rsid w:val="00E9087C"/>
    <w:rsid w:val="00E951C2"/>
    <w:rsid w:val="00E977F6"/>
    <w:rsid w:val="00EA11F4"/>
    <w:rsid w:val="00EA4908"/>
    <w:rsid w:val="00EB0023"/>
    <w:rsid w:val="00EB21AA"/>
    <w:rsid w:val="00EB2FCD"/>
    <w:rsid w:val="00EB724E"/>
    <w:rsid w:val="00EC18AB"/>
    <w:rsid w:val="00EC744C"/>
    <w:rsid w:val="00ED27BB"/>
    <w:rsid w:val="00ED599D"/>
    <w:rsid w:val="00ED6A09"/>
    <w:rsid w:val="00ED76F3"/>
    <w:rsid w:val="00EE0AC5"/>
    <w:rsid w:val="00EE188C"/>
    <w:rsid w:val="00EE3604"/>
    <w:rsid w:val="00EE743E"/>
    <w:rsid w:val="00EF2059"/>
    <w:rsid w:val="00EF2BC6"/>
    <w:rsid w:val="00EF5182"/>
    <w:rsid w:val="00EF5365"/>
    <w:rsid w:val="00EF6ABE"/>
    <w:rsid w:val="00F0287A"/>
    <w:rsid w:val="00F0293C"/>
    <w:rsid w:val="00F03340"/>
    <w:rsid w:val="00F0355A"/>
    <w:rsid w:val="00F047BB"/>
    <w:rsid w:val="00F05006"/>
    <w:rsid w:val="00F05C99"/>
    <w:rsid w:val="00F06366"/>
    <w:rsid w:val="00F166E8"/>
    <w:rsid w:val="00F1677F"/>
    <w:rsid w:val="00F17594"/>
    <w:rsid w:val="00F200CD"/>
    <w:rsid w:val="00F2408D"/>
    <w:rsid w:val="00F25109"/>
    <w:rsid w:val="00F2727B"/>
    <w:rsid w:val="00F41E75"/>
    <w:rsid w:val="00F623B4"/>
    <w:rsid w:val="00F639A8"/>
    <w:rsid w:val="00F70654"/>
    <w:rsid w:val="00F72B45"/>
    <w:rsid w:val="00F779D1"/>
    <w:rsid w:val="00F80079"/>
    <w:rsid w:val="00F802A3"/>
    <w:rsid w:val="00F80B1E"/>
    <w:rsid w:val="00F820BE"/>
    <w:rsid w:val="00F84001"/>
    <w:rsid w:val="00F90D2C"/>
    <w:rsid w:val="00F93210"/>
    <w:rsid w:val="00F93DC4"/>
    <w:rsid w:val="00F94906"/>
    <w:rsid w:val="00F978E8"/>
    <w:rsid w:val="00F97CFA"/>
    <w:rsid w:val="00FA205D"/>
    <w:rsid w:val="00FA2143"/>
    <w:rsid w:val="00FA2803"/>
    <w:rsid w:val="00FA2E40"/>
    <w:rsid w:val="00FA3D1D"/>
    <w:rsid w:val="00FA3DA3"/>
    <w:rsid w:val="00FB1611"/>
    <w:rsid w:val="00FB2B7E"/>
    <w:rsid w:val="00FB79BC"/>
    <w:rsid w:val="00FC2E61"/>
    <w:rsid w:val="00FC3DDE"/>
    <w:rsid w:val="00FC6D93"/>
    <w:rsid w:val="00FD41E3"/>
    <w:rsid w:val="00FD420B"/>
    <w:rsid w:val="00FE0CF9"/>
    <w:rsid w:val="00FE1B63"/>
    <w:rsid w:val="00FE6A02"/>
    <w:rsid w:val="00FE7ACF"/>
    <w:rsid w:val="00FF19E7"/>
    <w:rsid w:val="00FF2B47"/>
    <w:rsid w:val="00FF2B98"/>
    <w:rsid w:val="00FF4B38"/>
    <w:rsid w:val="00FF6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9421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0EBD"/>
  </w:style>
  <w:style w:type="paragraph" w:styleId="Nadpis1">
    <w:name w:val="heading 1"/>
    <w:basedOn w:val="Normln"/>
    <w:next w:val="Normln"/>
    <w:qFormat/>
    <w:rsid w:val="00890EBD"/>
    <w:pPr>
      <w:keepNext/>
      <w:ind w:left="4248" w:firstLine="430"/>
      <w:outlineLvl w:val="0"/>
    </w:pPr>
    <w:rPr>
      <w:rFonts w:ascii="Arial" w:hAnsi="Arial"/>
      <w:i/>
      <w:sz w:val="32"/>
    </w:rPr>
  </w:style>
  <w:style w:type="paragraph" w:styleId="Nadpis2">
    <w:name w:val="heading 2"/>
    <w:basedOn w:val="Normln"/>
    <w:next w:val="Normln"/>
    <w:qFormat/>
    <w:rsid w:val="00890EBD"/>
    <w:pPr>
      <w:keepNext/>
      <w:outlineLvl w:val="1"/>
    </w:pPr>
    <w:rPr>
      <w:b/>
      <w:sz w:val="26"/>
    </w:rPr>
  </w:style>
  <w:style w:type="paragraph" w:styleId="Nadpis3">
    <w:name w:val="heading 3"/>
    <w:basedOn w:val="Normln"/>
    <w:next w:val="Normln"/>
    <w:qFormat/>
    <w:rsid w:val="00890EBD"/>
    <w:pPr>
      <w:keepNext/>
      <w:ind w:firstLine="426"/>
      <w:jc w:val="both"/>
      <w:outlineLvl w:val="2"/>
    </w:pPr>
    <w:rPr>
      <w:rFonts w:ascii="Arial Narrow" w:hAnsi="Arial Narrow"/>
      <w:sz w:val="26"/>
    </w:rPr>
  </w:style>
  <w:style w:type="paragraph" w:styleId="Nadpis4">
    <w:name w:val="heading 4"/>
    <w:basedOn w:val="Normln"/>
    <w:next w:val="Normln"/>
    <w:qFormat/>
    <w:rsid w:val="00890EBD"/>
    <w:pPr>
      <w:keepNext/>
      <w:jc w:val="right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890EBD"/>
    <w:pPr>
      <w:keepNext/>
      <w:shd w:val="clear" w:color="auto" w:fill="800000"/>
      <w:ind w:left="2552" w:right="2580"/>
      <w:jc w:val="center"/>
      <w:outlineLvl w:val="4"/>
    </w:pPr>
    <w:rPr>
      <w:rFonts w:ascii="Arial" w:hAnsi="Arial" w:cs="Arial"/>
      <w:b/>
      <w:smallCaps/>
      <w:sz w:val="32"/>
      <w:szCs w:val="32"/>
      <w:shd w:val="clear" w:color="auto" w:fill="800000"/>
    </w:rPr>
  </w:style>
  <w:style w:type="paragraph" w:styleId="Nadpis6">
    <w:name w:val="heading 6"/>
    <w:basedOn w:val="Normln"/>
    <w:next w:val="Normln"/>
    <w:qFormat/>
    <w:rsid w:val="00890EB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890EBD"/>
    <w:p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rsid w:val="00890EBD"/>
    <w:p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890EB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890EBD"/>
    <w:rPr>
      <w:rFonts w:ascii="Arial" w:hAnsi="Arial"/>
      <w:sz w:val="28"/>
    </w:rPr>
  </w:style>
  <w:style w:type="paragraph" w:styleId="Zkladntext2">
    <w:name w:val="Body Text 2"/>
    <w:basedOn w:val="Normln"/>
    <w:link w:val="Zkladntext2Char"/>
    <w:rsid w:val="00890EBD"/>
    <w:pPr>
      <w:jc w:val="both"/>
    </w:pPr>
    <w:rPr>
      <w:rFonts w:ascii="Arial" w:hAnsi="Arial"/>
      <w:i/>
      <w:sz w:val="32"/>
    </w:rPr>
  </w:style>
  <w:style w:type="paragraph" w:customStyle="1" w:styleId="Poslednzkladntext">
    <w:name w:val="Poslední základní text"/>
    <w:basedOn w:val="Zkladntext"/>
    <w:rsid w:val="00890EBD"/>
    <w:pPr>
      <w:keepNext/>
      <w:spacing w:after="220" w:line="220" w:lineRule="atLeast"/>
      <w:jc w:val="both"/>
    </w:pPr>
    <w:rPr>
      <w:spacing w:val="-5"/>
      <w:sz w:val="20"/>
    </w:rPr>
  </w:style>
  <w:style w:type="paragraph" w:customStyle="1" w:styleId="Nzevspolenosti">
    <w:name w:val="Název společnosti"/>
    <w:basedOn w:val="Normln"/>
    <w:rsid w:val="00890EBD"/>
    <w:pPr>
      <w:framePr w:w="3840" w:h="1752" w:wrap="notBeside" w:vAnchor="page" w:hAnchor="margin" w:y="889" w:anchorLock="1"/>
      <w:spacing w:line="280" w:lineRule="atLeast"/>
    </w:pPr>
    <w:rPr>
      <w:rFonts w:ascii="Arial" w:hAnsi="Arial"/>
      <w:b/>
      <w:spacing w:val="24"/>
      <w:sz w:val="32"/>
    </w:rPr>
  </w:style>
  <w:style w:type="paragraph" w:styleId="Osloven">
    <w:name w:val="Salutation"/>
    <w:basedOn w:val="Zkladntext"/>
    <w:next w:val="Pedmt"/>
    <w:rsid w:val="00890EBD"/>
    <w:pPr>
      <w:spacing w:before="220" w:after="220" w:line="220" w:lineRule="atLeast"/>
    </w:pPr>
    <w:rPr>
      <w:spacing w:val="-5"/>
      <w:sz w:val="20"/>
    </w:rPr>
  </w:style>
  <w:style w:type="paragraph" w:customStyle="1" w:styleId="Pedmt">
    <w:name w:val="Předmět"/>
    <w:basedOn w:val="Zkladntext"/>
    <w:next w:val="Zkladntext"/>
    <w:rsid w:val="00890EBD"/>
    <w:pPr>
      <w:spacing w:after="220" w:line="220" w:lineRule="atLeast"/>
    </w:pPr>
    <w:rPr>
      <w:b/>
      <w:spacing w:val="10"/>
      <w:sz w:val="22"/>
    </w:rPr>
  </w:style>
  <w:style w:type="character" w:styleId="Hypertextovodkaz">
    <w:name w:val="Hyperlink"/>
    <w:basedOn w:val="Standardnpsmoodstavce"/>
    <w:rsid w:val="00890EBD"/>
    <w:rPr>
      <w:color w:val="0000FF"/>
      <w:u w:val="single"/>
    </w:rPr>
  </w:style>
  <w:style w:type="character" w:styleId="Sledovanodkaz">
    <w:name w:val="FollowedHyperlink"/>
    <w:basedOn w:val="Standardnpsmoodstavce"/>
    <w:rsid w:val="00890EBD"/>
    <w:rPr>
      <w:color w:val="800080"/>
      <w:u w:val="single"/>
    </w:rPr>
  </w:style>
  <w:style w:type="paragraph" w:styleId="Zhlav">
    <w:name w:val="header"/>
    <w:basedOn w:val="Normln"/>
    <w:rsid w:val="00890EB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90EBD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90EBD"/>
    <w:pPr>
      <w:spacing w:line="360" w:lineRule="auto"/>
      <w:ind w:firstLine="708"/>
    </w:pPr>
    <w:rPr>
      <w:rFonts w:ascii="Tahoma" w:hAnsi="Tahoma"/>
    </w:rPr>
  </w:style>
  <w:style w:type="paragraph" w:styleId="Zkladntextodsazen2">
    <w:name w:val="Body Text Indent 2"/>
    <w:basedOn w:val="Normln"/>
    <w:rsid w:val="00890EBD"/>
    <w:pPr>
      <w:ind w:firstLine="426"/>
    </w:pPr>
    <w:rPr>
      <w:rFonts w:ascii="Arial Narrow" w:hAnsi="Arial Narrow"/>
      <w:b/>
      <w:sz w:val="26"/>
    </w:rPr>
  </w:style>
  <w:style w:type="paragraph" w:styleId="Titulek">
    <w:name w:val="caption"/>
    <w:basedOn w:val="Normln"/>
    <w:next w:val="Normln"/>
    <w:qFormat/>
    <w:rsid w:val="00890EBD"/>
    <w:pPr>
      <w:spacing w:before="120" w:after="120"/>
    </w:pPr>
    <w:rPr>
      <w:b/>
      <w:bCs/>
    </w:rPr>
  </w:style>
  <w:style w:type="paragraph" w:styleId="Textvbloku">
    <w:name w:val="Block Text"/>
    <w:basedOn w:val="Normln"/>
    <w:rsid w:val="00890EBD"/>
    <w:pPr>
      <w:spacing w:after="80"/>
      <w:ind w:left="425" w:right="28"/>
      <w:jc w:val="both"/>
    </w:pPr>
    <w:rPr>
      <w:rFonts w:ascii="Arial" w:hAnsi="Arial" w:cs="Arial"/>
      <w:bCs/>
      <w:color w:val="800000"/>
      <w:sz w:val="22"/>
      <w:szCs w:val="22"/>
    </w:rPr>
  </w:style>
  <w:style w:type="paragraph" w:styleId="Zkladntext3">
    <w:name w:val="Body Text 3"/>
    <w:basedOn w:val="Normln"/>
    <w:rsid w:val="00890EBD"/>
    <w:pPr>
      <w:spacing w:after="120"/>
    </w:pPr>
    <w:rPr>
      <w:sz w:val="16"/>
      <w:szCs w:val="16"/>
    </w:rPr>
  </w:style>
  <w:style w:type="character" w:customStyle="1" w:styleId="text-black1">
    <w:name w:val="text-black1"/>
    <w:basedOn w:val="Standardnpsmoodstavce"/>
    <w:rsid w:val="00890EBD"/>
    <w:rPr>
      <w:rFonts w:ascii="Arial" w:hAnsi="Arial" w:cs="Arial" w:hint="default"/>
      <w:b/>
      <w:b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text-red1">
    <w:name w:val="text-red1"/>
    <w:basedOn w:val="Standardnpsmoodstavce"/>
    <w:rsid w:val="00890EBD"/>
    <w:rPr>
      <w:rFonts w:ascii="Arial" w:hAnsi="Arial" w:cs="Arial" w:hint="default"/>
      <w:b/>
      <w:b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Zkladntext2Char">
    <w:name w:val="Základní text 2 Char"/>
    <w:basedOn w:val="Standardnpsmoodstavce"/>
    <w:link w:val="Zkladntext2"/>
    <w:rsid w:val="009B1BFA"/>
    <w:rPr>
      <w:rFonts w:ascii="Arial" w:hAnsi="Arial"/>
      <w:i/>
      <w:sz w:val="32"/>
      <w:lang w:val="cs-CZ" w:eastAsia="cs-CZ" w:bidi="ar-SA"/>
    </w:rPr>
  </w:style>
  <w:style w:type="paragraph" w:styleId="Textbubliny">
    <w:name w:val="Balloon Text"/>
    <w:basedOn w:val="Normln"/>
    <w:semiHidden/>
    <w:rsid w:val="00AB3AB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62F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0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horizont-nare@cesnet.cz" TargetMode="External"/><Relationship Id="rId1" Type="http://schemas.openxmlformats.org/officeDocument/2006/relationships/hyperlink" Target="http://www.pemeba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Data%20aplikac&#237;\Microsoft\&#352;ablony\C131ES4(sirio)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C131ES4(sirio)</Template>
  <TotalTime>5</TotalTime>
  <Pages>1</Pages>
  <Words>172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Horizont</Company>
  <LinksUpToDate>false</LinksUpToDate>
  <CharactersWithSpaces>1185</CharactersWithSpaces>
  <SharedDoc>false</SharedDoc>
  <HLinks>
    <vt:vector size="54" baseType="variant">
      <vt:variant>
        <vt:i4>5308525</vt:i4>
      </vt:variant>
      <vt:variant>
        <vt:i4>0</vt:i4>
      </vt:variant>
      <vt:variant>
        <vt:i4>0</vt:i4>
      </vt:variant>
      <vt:variant>
        <vt:i4>5</vt:i4>
      </vt:variant>
      <vt:variant>
        <vt:lpwstr>mailto:pavlicek@cbox.cz</vt:lpwstr>
      </vt:variant>
      <vt:variant>
        <vt:lpwstr/>
      </vt:variant>
      <vt:variant>
        <vt:i4>6553623</vt:i4>
      </vt:variant>
      <vt:variant>
        <vt:i4>21</vt:i4>
      </vt:variant>
      <vt:variant>
        <vt:i4>0</vt:i4>
      </vt:variant>
      <vt:variant>
        <vt:i4>5</vt:i4>
      </vt:variant>
      <vt:variant>
        <vt:lpwstr>mailto:horizont-nare@cesnet.cz</vt:lpwstr>
      </vt:variant>
      <vt:variant>
        <vt:lpwstr/>
      </vt:variant>
      <vt:variant>
        <vt:i4>82</vt:i4>
      </vt:variant>
      <vt:variant>
        <vt:i4>18</vt:i4>
      </vt:variant>
      <vt:variant>
        <vt:i4>0</vt:i4>
      </vt:variant>
      <vt:variant>
        <vt:i4>5</vt:i4>
      </vt:variant>
      <vt:variant>
        <vt:lpwstr>http://www.pemeba.cz/</vt:lpwstr>
      </vt:variant>
      <vt:variant>
        <vt:lpwstr/>
      </vt:variant>
      <vt:variant>
        <vt:i4>6553623</vt:i4>
      </vt:variant>
      <vt:variant>
        <vt:i4>15</vt:i4>
      </vt:variant>
      <vt:variant>
        <vt:i4>0</vt:i4>
      </vt:variant>
      <vt:variant>
        <vt:i4>5</vt:i4>
      </vt:variant>
      <vt:variant>
        <vt:lpwstr>mailto:horizont-nare@cesnet.cz</vt:lpwstr>
      </vt:variant>
      <vt:variant>
        <vt:lpwstr/>
      </vt:variant>
      <vt:variant>
        <vt:i4>82</vt:i4>
      </vt:variant>
      <vt:variant>
        <vt:i4>12</vt:i4>
      </vt:variant>
      <vt:variant>
        <vt:i4>0</vt:i4>
      </vt:variant>
      <vt:variant>
        <vt:i4>5</vt:i4>
      </vt:variant>
      <vt:variant>
        <vt:lpwstr>http://www.pemeba.cz/</vt:lpwstr>
      </vt:variant>
      <vt:variant>
        <vt:lpwstr/>
      </vt:variant>
      <vt:variant>
        <vt:i4>6553623</vt:i4>
      </vt:variant>
      <vt:variant>
        <vt:i4>9</vt:i4>
      </vt:variant>
      <vt:variant>
        <vt:i4>0</vt:i4>
      </vt:variant>
      <vt:variant>
        <vt:i4>5</vt:i4>
      </vt:variant>
      <vt:variant>
        <vt:lpwstr>mailto:horizont-nare@cesnet.cz</vt:lpwstr>
      </vt:variant>
      <vt:variant>
        <vt:lpwstr/>
      </vt:variant>
      <vt:variant>
        <vt:i4>82</vt:i4>
      </vt:variant>
      <vt:variant>
        <vt:i4>6</vt:i4>
      </vt:variant>
      <vt:variant>
        <vt:i4>0</vt:i4>
      </vt:variant>
      <vt:variant>
        <vt:i4>5</vt:i4>
      </vt:variant>
      <vt:variant>
        <vt:lpwstr>http://www.pemeba.cz/</vt:lpwstr>
      </vt:variant>
      <vt:variant>
        <vt:lpwstr/>
      </vt:variant>
      <vt:variant>
        <vt:i4>6553623</vt:i4>
      </vt:variant>
      <vt:variant>
        <vt:i4>3</vt:i4>
      </vt:variant>
      <vt:variant>
        <vt:i4>0</vt:i4>
      </vt:variant>
      <vt:variant>
        <vt:i4>5</vt:i4>
      </vt:variant>
      <vt:variant>
        <vt:lpwstr>mailto:horizont-nare@cesnet.cz</vt:lpwstr>
      </vt:variant>
      <vt:variant>
        <vt:lpwstr/>
      </vt:variant>
      <vt:variant>
        <vt:i4>82</vt:i4>
      </vt:variant>
      <vt:variant>
        <vt:i4>0</vt:i4>
      </vt:variant>
      <vt:variant>
        <vt:i4>0</vt:i4>
      </vt:variant>
      <vt:variant>
        <vt:i4>5</vt:i4>
      </vt:variant>
      <vt:variant>
        <vt:lpwstr>http://www.pemeba.cz/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Jeanette</dc:creator>
  <cp:lastModifiedBy>horizont-nare</cp:lastModifiedBy>
  <cp:revision>5</cp:revision>
  <cp:lastPrinted>2022-08-03T10:08:00Z</cp:lastPrinted>
  <dcterms:created xsi:type="dcterms:W3CDTF">2023-10-10T05:29:00Z</dcterms:created>
  <dcterms:modified xsi:type="dcterms:W3CDTF">2023-10-10T06:47:00Z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